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7E0" w:rsidRDefault="001077E0" w:rsidP="00525363">
      <w:pPr>
        <w:pStyle w:val="Nzev"/>
      </w:pPr>
    </w:p>
    <w:p w:rsidR="003F14F0" w:rsidRPr="00086B52" w:rsidRDefault="00CE5420" w:rsidP="00525363">
      <w:pPr>
        <w:pStyle w:val="Nzev"/>
      </w:pPr>
      <w:r>
        <w:t>NÁVRH smlouvY</w:t>
      </w:r>
      <w:r w:rsidR="003F14F0" w:rsidRPr="00086B52">
        <w:t xml:space="preserve"> o dílo </w:t>
      </w:r>
    </w:p>
    <w:p w:rsidR="003F14F0" w:rsidRDefault="003F14F0" w:rsidP="00525363">
      <w:pPr>
        <w:pStyle w:val="Zkladntext-sted"/>
      </w:pPr>
    </w:p>
    <w:p w:rsidR="003F14F0" w:rsidRDefault="003F14F0" w:rsidP="00525363">
      <w:pPr>
        <w:pStyle w:val="Zkladntext-sted"/>
      </w:pPr>
      <w:r w:rsidRPr="00E816B3">
        <w:t>dle § 2586 a násl. zákona č. 89/2012 Sb., občanský zákoník ve znění pozdějších předpisů</w:t>
      </w:r>
    </w:p>
    <w:p w:rsidR="003F14F0" w:rsidRDefault="0056482F" w:rsidP="00525363">
      <w:pPr>
        <w:pStyle w:val="Zkladntextodsazen2"/>
      </w:pPr>
      <w:r>
        <w:tab/>
      </w:r>
      <w:r>
        <w:tab/>
      </w:r>
    </w:p>
    <w:p w:rsidR="003F14F0" w:rsidRDefault="003F14F0" w:rsidP="00525363">
      <w:pPr>
        <w:pStyle w:val="Zkladntextodsazen2"/>
        <w:ind w:left="0" w:firstLine="0"/>
      </w:pPr>
      <w:r>
        <w:t>Číslo objednatele:</w:t>
      </w:r>
      <w:r w:rsidR="00A502F7">
        <w:t xml:space="preserve"> </w:t>
      </w:r>
      <w:r w:rsidR="005B1CF4">
        <w:fldChar w:fldCharType="begin">
          <w:ffData>
            <w:name w:val="Text30"/>
            <w:enabled/>
            <w:calcOnExit w:val="0"/>
            <w:textInput/>
          </w:ffData>
        </w:fldChar>
      </w:r>
      <w:r w:rsidR="005B1CF4">
        <w:instrText xml:space="preserve"> FORMTEXT </w:instrText>
      </w:r>
      <w:r w:rsidR="005B1CF4"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5B1CF4">
        <w:fldChar w:fldCharType="end"/>
      </w:r>
      <w:r w:rsidR="00A502F7">
        <w:t xml:space="preserve"> </w:t>
      </w:r>
      <w:r>
        <w:tab/>
      </w:r>
    </w:p>
    <w:p w:rsidR="003F14F0" w:rsidRDefault="003F14F0" w:rsidP="00525363">
      <w:pPr>
        <w:pStyle w:val="Zkladntext-sted"/>
      </w:pPr>
      <w:r>
        <w:t>Číslo zhotovitele:</w:t>
      </w:r>
      <w:r w:rsidR="000E23CF">
        <w:tab/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0" w:name="Text30"/>
      <w:r>
        <w:instrText xml:space="preserve"> FORMTEXT </w:instrText>
      </w:r>
      <w:r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>
        <w:fldChar w:fldCharType="end"/>
      </w:r>
      <w:bookmarkEnd w:id="0"/>
    </w:p>
    <w:p w:rsidR="003F14F0" w:rsidRDefault="003F14F0" w:rsidP="00525363">
      <w:pPr>
        <w:pStyle w:val="Nadpis1"/>
      </w:pPr>
      <w:r>
        <w:t>Smluvní strany</w:t>
      </w:r>
    </w:p>
    <w:p w:rsidR="003F14F0" w:rsidRDefault="003F14F0" w:rsidP="00525363">
      <w:pPr>
        <w:pStyle w:val="Nadpis2"/>
      </w:pPr>
      <w:r>
        <w:t>Objednatel:</w:t>
      </w:r>
    </w:p>
    <w:p w:rsidR="003F14F0" w:rsidRDefault="00A502F7" w:rsidP="00525363">
      <w:pPr>
        <w:pStyle w:val="Zkladntextodsazen2"/>
      </w:pPr>
      <w:r>
        <w:rPr>
          <w:rStyle w:val="cena"/>
        </w:rPr>
        <w:t xml:space="preserve">  </w:t>
      </w:r>
      <w:r>
        <w:rPr>
          <w:rStyle w:val="cena"/>
        </w:rPr>
        <w:tab/>
      </w:r>
      <w:r>
        <w:rPr>
          <w:rStyle w:val="cena"/>
        </w:rPr>
        <w:tab/>
      </w:r>
      <w:r>
        <w:rPr>
          <w:rStyle w:val="cena"/>
        </w:rPr>
        <w:tab/>
      </w:r>
      <w:r w:rsidR="003F14F0">
        <w:rPr>
          <w:rStyle w:val="cena"/>
        </w:rPr>
        <w:t>MĚSTO UHERSKÝ BROD</w:t>
      </w:r>
    </w:p>
    <w:p w:rsidR="003F14F0" w:rsidRDefault="003F14F0" w:rsidP="00525363">
      <w:pPr>
        <w:pStyle w:val="Zkladntextodsazen2"/>
      </w:pPr>
      <w:r>
        <w:t xml:space="preserve">                                      </w:t>
      </w:r>
      <w:r w:rsidR="00A502F7">
        <w:t xml:space="preserve">        </w:t>
      </w:r>
      <w:r w:rsidR="00A502F7">
        <w:tab/>
      </w:r>
      <w:r>
        <w:t>688 01 Uherský Brod, Masarykovo nám. 100</w:t>
      </w:r>
    </w:p>
    <w:p w:rsidR="003F14F0" w:rsidRDefault="003F14F0" w:rsidP="00525363">
      <w:pPr>
        <w:pStyle w:val="Zkladntextodsazen2"/>
      </w:pPr>
      <w:r>
        <w:t>Za</w:t>
      </w:r>
      <w:r w:rsidR="00A502F7">
        <w:t xml:space="preserve">stoupeno:                      </w:t>
      </w:r>
      <w:r w:rsidR="00A502F7">
        <w:tab/>
      </w:r>
      <w:r>
        <w:t xml:space="preserve">Ing. </w:t>
      </w:r>
      <w:r w:rsidR="00251DA1">
        <w:t>Miroslavem Poláškem</w:t>
      </w:r>
      <w:r>
        <w:t xml:space="preserve">, </w:t>
      </w:r>
      <w:r w:rsidR="00755561">
        <w:t>místo</w:t>
      </w:r>
      <w:r>
        <w:t>starostou</w:t>
      </w:r>
    </w:p>
    <w:p w:rsidR="00A502F7" w:rsidRDefault="003F14F0" w:rsidP="00525363">
      <w:pPr>
        <w:pStyle w:val="Zkladntextodsazen2"/>
      </w:pPr>
      <w:r>
        <w:t xml:space="preserve">Ve věcech </w:t>
      </w:r>
      <w:r w:rsidR="00A502F7">
        <w:t xml:space="preserve">stavby je oprávněn jednat:     </w:t>
      </w:r>
    </w:p>
    <w:p w:rsidR="003F14F0" w:rsidRDefault="00A502F7" w:rsidP="00525363">
      <w:pPr>
        <w:pStyle w:val="Zkladntextodsazen2"/>
      </w:pPr>
      <w:r>
        <w:tab/>
      </w:r>
      <w:r>
        <w:tab/>
      </w:r>
      <w:r>
        <w:tab/>
      </w:r>
      <w:r w:rsidR="003F14F0">
        <w:t>Odbor rozvo</w:t>
      </w:r>
      <w:r>
        <w:t xml:space="preserve">je města, oddělení investic, </w:t>
      </w:r>
      <w:r>
        <w:tab/>
      </w:r>
      <w:r>
        <w:tab/>
      </w:r>
    </w:p>
    <w:p w:rsidR="004E0024" w:rsidRDefault="003F14F0" w:rsidP="00525363">
      <w:pPr>
        <w:pStyle w:val="Zkladntextodsazen2"/>
      </w:pPr>
      <w:r>
        <w:t xml:space="preserve">  </w:t>
      </w:r>
      <w:r w:rsidR="000E23CF">
        <w:tab/>
      </w:r>
      <w:r w:rsidR="00A502F7">
        <w:tab/>
      </w:r>
      <w:r w:rsidR="00A502F7">
        <w:tab/>
      </w:r>
      <w:r w:rsidR="00274B78">
        <w:t>Ing.</w:t>
      </w:r>
      <w:r w:rsidR="00251DA1">
        <w:t xml:space="preserve"> Petr Velecký</w:t>
      </w:r>
      <w:r w:rsidR="000E23CF">
        <w:t xml:space="preserve">, </w:t>
      </w:r>
      <w:r w:rsidR="004E0024">
        <w:t>vedoucí odboru rozvoje města</w:t>
      </w:r>
    </w:p>
    <w:p w:rsidR="003F14F0" w:rsidRDefault="004E0024" w:rsidP="00525363">
      <w:pPr>
        <w:pStyle w:val="Zkladntextodsazen2"/>
      </w:pPr>
      <w:r>
        <w:tab/>
      </w:r>
      <w:r>
        <w:tab/>
      </w:r>
      <w:r>
        <w:tab/>
      </w:r>
      <w:r w:rsidR="000E23CF">
        <w:t>Libor Manda, DiS.</w:t>
      </w:r>
      <w:r>
        <w:t xml:space="preserve">, referent </w:t>
      </w:r>
    </w:p>
    <w:p w:rsidR="003F14F0" w:rsidRDefault="003F14F0" w:rsidP="00525363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3F14F0" w:rsidRDefault="003F14F0" w:rsidP="00525363">
      <w:pPr>
        <w:pStyle w:val="Zkladntextodsazen2"/>
      </w:pPr>
      <w:r>
        <w:t xml:space="preserve">DIČ:    </w:t>
      </w:r>
      <w:r w:rsidR="000E23CF">
        <w:t xml:space="preserve">                            </w:t>
      </w:r>
      <w:r w:rsidR="000E23CF">
        <w:tab/>
        <w:t>CZ</w:t>
      </w:r>
      <w:r>
        <w:t xml:space="preserve">00291463 </w:t>
      </w:r>
    </w:p>
    <w:p w:rsidR="003F14F0" w:rsidRDefault="003F14F0" w:rsidP="00525363">
      <w:pPr>
        <w:pStyle w:val="Zkladntextodsazen2"/>
      </w:pPr>
      <w:r>
        <w:t>Bank.</w:t>
      </w:r>
      <w:r w:rsidR="003475A1">
        <w:t xml:space="preserve"> spojení:                    </w:t>
      </w:r>
      <w:r w:rsidR="003475A1">
        <w:tab/>
        <w:t>Česká spořitelna</w:t>
      </w:r>
      <w:r>
        <w:t xml:space="preserve"> a.</w:t>
      </w:r>
      <w:r w:rsidR="003475A1">
        <w:t xml:space="preserve"> </w:t>
      </w:r>
      <w:r>
        <w:t>s., pob. Uherský Brod</w:t>
      </w:r>
    </w:p>
    <w:p w:rsidR="003F14F0" w:rsidRDefault="003F14F0" w:rsidP="00525363">
      <w:pPr>
        <w:pStyle w:val="Zkladntextodsazen2"/>
      </w:pPr>
      <w:r>
        <w:t xml:space="preserve">č. účtu:             </w:t>
      </w:r>
      <w:r w:rsidR="008C1832">
        <w:t xml:space="preserve">                 </w:t>
      </w:r>
      <w:r w:rsidR="008C1832">
        <w:tab/>
        <w:t>4204852/0800</w:t>
      </w:r>
    </w:p>
    <w:p w:rsidR="003F14F0" w:rsidRDefault="003F14F0" w:rsidP="00525363">
      <w:pPr>
        <w:pStyle w:val="Zkladntextodsazen2"/>
      </w:pPr>
    </w:p>
    <w:p w:rsidR="000E23CF" w:rsidRDefault="000E23CF" w:rsidP="00525363">
      <w:pPr>
        <w:pStyle w:val="Nadpis2"/>
      </w:pPr>
      <w:r>
        <w:t>Zhotovitel:</w:t>
      </w:r>
    </w:p>
    <w:p w:rsidR="000E23CF" w:rsidRDefault="000E23CF" w:rsidP="00525363">
      <w:pPr>
        <w:pStyle w:val="Zkladntextodsazen2"/>
      </w:pPr>
      <w:r>
        <w:t xml:space="preserve">    </w:t>
      </w:r>
      <w:r>
        <w:tab/>
      </w:r>
      <w:bookmarkStart w:id="1" w:name="Text3"/>
      <w:r w:rsidR="00A502F7">
        <w:tab/>
      </w:r>
      <w:r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Style w:val="cena"/>
        </w:rPr>
        <w:instrText xml:space="preserve"> FORMTEXT </w:instrText>
      </w:r>
      <w:r>
        <w:rPr>
          <w:rStyle w:val="cena"/>
        </w:rPr>
      </w:r>
      <w:r>
        <w:rPr>
          <w:rStyle w:val="cena"/>
        </w:rPr>
        <w:fldChar w:fldCharType="separate"/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fldChar w:fldCharType="end"/>
      </w:r>
      <w:bookmarkEnd w:id="1"/>
    </w:p>
    <w:p w:rsidR="000E23CF" w:rsidRDefault="000E23CF" w:rsidP="00525363">
      <w:pPr>
        <w:pStyle w:val="Zkladntextodsazen2"/>
      </w:pPr>
      <w:bookmarkStart w:id="2" w:name="Text4"/>
      <w:r>
        <w:t>se sídlem:</w:t>
      </w:r>
      <w:r>
        <w:tab/>
      </w:r>
      <w:r w:rsidR="00A502F7"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 w:rsidR="000E23CF" w:rsidRDefault="000E23CF" w:rsidP="00525363">
      <w:pPr>
        <w:pStyle w:val="Zkladntextodsazen2"/>
      </w:pPr>
      <w:r>
        <w:t>adresa provozovny:</w:t>
      </w:r>
      <w:r>
        <w:tab/>
      </w:r>
      <w:bookmarkStart w:id="3" w:name="Text5"/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0E23CF" w:rsidRDefault="000E23CF" w:rsidP="00525363">
      <w:pPr>
        <w:pStyle w:val="Zkladntextodsazen2"/>
      </w:pPr>
      <w:r>
        <w:t>Zastoupen:</w:t>
      </w:r>
      <w:r>
        <w:tab/>
      </w:r>
      <w:bookmarkStart w:id="4" w:name="Text6"/>
      <w:r w:rsidR="00A502F7"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  <w:r>
        <w:t xml:space="preserve"> </w:t>
      </w:r>
    </w:p>
    <w:p w:rsidR="000E23CF" w:rsidRDefault="000E23CF" w:rsidP="00525363">
      <w:pPr>
        <w:pStyle w:val="Zkladntextodsazen2"/>
      </w:pPr>
      <w:r>
        <w:tab/>
      </w:r>
      <w:r w:rsidR="00A502F7">
        <w:tab/>
      </w:r>
      <w:r w:rsidR="00A502F7"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5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</w:p>
    <w:p w:rsidR="000E23CF" w:rsidRDefault="000E23CF" w:rsidP="00525363">
      <w:pPr>
        <w:pStyle w:val="Zkladntextodsazen2"/>
      </w:pPr>
      <w:r>
        <w:t>zapsaný v</w:t>
      </w:r>
      <w:bookmarkStart w:id="6" w:name="Text48"/>
      <w:r>
        <w:t xml:space="preserve">e veřejném </w:t>
      </w:r>
      <w:bookmarkStart w:id="7" w:name="Text14"/>
      <w:bookmarkEnd w:id="6"/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"/>
      <w:r>
        <w:t xml:space="preserve"> rejstříku vedeném </w:t>
      </w:r>
      <w:bookmarkStart w:id="8" w:name="Text15"/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nebo jiné evidenci</w:t>
      </w:r>
      <w:r>
        <w:tab/>
        <w:t xml:space="preserve"> </w:t>
      </w:r>
    </w:p>
    <w:p w:rsidR="000E23CF" w:rsidRDefault="000E23CF" w:rsidP="00525363">
      <w:pPr>
        <w:pStyle w:val="Zkladntextodsazen2"/>
      </w:pPr>
    </w:p>
    <w:p w:rsidR="000E23CF" w:rsidRDefault="000E23CF" w:rsidP="00525363">
      <w:pPr>
        <w:pStyle w:val="Zkladntextodsazen2"/>
      </w:pPr>
      <w:r>
        <w:t>Zástupce ve věcech stavby:</w:t>
      </w:r>
      <w:r>
        <w:tab/>
      </w:r>
      <w:bookmarkStart w:id="9" w:name="Text7"/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:rsidR="000E23CF" w:rsidRDefault="000E23CF" w:rsidP="00525363">
      <w:pPr>
        <w:pStyle w:val="Zkladntextodsazen2"/>
      </w:pPr>
      <w:r>
        <w:t>Kontakt – tel., email:</w:t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0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0E23CF" w:rsidRDefault="000E23CF" w:rsidP="00525363">
      <w:pPr>
        <w:pStyle w:val="Zkladntextodsazen2"/>
      </w:pPr>
      <w:r>
        <w:tab/>
      </w:r>
    </w:p>
    <w:p w:rsidR="000E23CF" w:rsidRDefault="000E23CF" w:rsidP="00525363">
      <w:pPr>
        <w:pStyle w:val="Zkladntextodsazen2"/>
      </w:pPr>
      <w:r>
        <w:t xml:space="preserve">IČ:                              </w:t>
      </w:r>
      <w:r>
        <w:tab/>
      </w:r>
      <w:bookmarkStart w:id="11" w:name="Text9"/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:rsidR="000E23CF" w:rsidRDefault="000E23CF" w:rsidP="00525363">
      <w:pPr>
        <w:pStyle w:val="Zkladntextodsazen2"/>
      </w:pPr>
      <w:r>
        <w:t xml:space="preserve">DIČ:                               </w:t>
      </w:r>
      <w:r>
        <w:tab/>
      </w:r>
      <w:bookmarkStart w:id="12" w:name="Text10"/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:rsidR="000E23CF" w:rsidRDefault="000E23CF" w:rsidP="00525363">
      <w:pPr>
        <w:pStyle w:val="Zkladntextodsazen2"/>
      </w:pPr>
      <w:r>
        <w:t xml:space="preserve">Bankovní spojení:                  </w:t>
      </w:r>
      <w:r>
        <w:tab/>
      </w:r>
      <w:bookmarkStart w:id="13" w:name="Text11"/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:rsidR="000E23CF" w:rsidRDefault="000E23CF" w:rsidP="00525363">
      <w:pPr>
        <w:pStyle w:val="Zkladntextodsazen2"/>
      </w:pPr>
      <w:r>
        <w:t xml:space="preserve">číslo účtu:                             </w:t>
      </w:r>
      <w:r>
        <w:tab/>
      </w:r>
      <w:bookmarkStart w:id="14" w:name="Text12"/>
      <w:r>
        <w:fldChar w:fldCharType="begin">
          <w:ffData>
            <w:name w:val="Text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:rsidR="003F14F0" w:rsidRDefault="003F14F0" w:rsidP="00525363">
      <w:pPr>
        <w:pStyle w:val="Zkladntextodsazen2"/>
      </w:pPr>
    </w:p>
    <w:p w:rsidR="003F14F0" w:rsidRDefault="003F14F0" w:rsidP="00525363">
      <w:pPr>
        <w:pStyle w:val="Nadpis1"/>
      </w:pPr>
      <w:r>
        <w:t>Preambule, výchozí podklady a údaje, účel smlouvy</w:t>
      </w:r>
    </w:p>
    <w:p w:rsidR="00665717" w:rsidRDefault="00665717" w:rsidP="00525363">
      <w:pPr>
        <w:pStyle w:val="Nadpis2"/>
      </w:pPr>
      <w:r>
        <w:t>Závazek provést dílo na svůj náklad a na svou odpovědnost</w:t>
      </w:r>
    </w:p>
    <w:p w:rsidR="00665717" w:rsidRDefault="00665717" w:rsidP="00525363">
      <w:r>
        <w:t>Zhotovitel je povinen provést dílo na svůj</w:t>
      </w:r>
      <w:r w:rsidR="00D74105">
        <w:t xml:space="preserve"> náklad a na vlastní nebezpečí.</w:t>
      </w:r>
    </w:p>
    <w:p w:rsidR="00665717" w:rsidRDefault="00665717" w:rsidP="00525363">
      <w:pPr>
        <w:pStyle w:val="Nadpis2"/>
      </w:pPr>
      <w:r>
        <w:t>Výchozí podklady</w:t>
      </w:r>
    </w:p>
    <w:p w:rsidR="00665717" w:rsidRDefault="00665717" w:rsidP="00525363">
      <w:r>
        <w:t xml:space="preserve">Podkladem k uzavření této smlouvy je </w:t>
      </w:r>
      <w:r w:rsidR="009D431C">
        <w:t xml:space="preserve">nabídka zhotovitele ze dne </w:t>
      </w:r>
      <w:r w:rsidR="009D431C"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D431C">
        <w:rPr>
          <w:rStyle w:val="cena"/>
        </w:rPr>
        <w:instrText xml:space="preserve"> FORMTEXT </w:instrText>
      </w:r>
      <w:r w:rsidR="009D431C">
        <w:rPr>
          <w:rStyle w:val="cena"/>
        </w:rPr>
      </w:r>
      <w:r w:rsidR="009D431C">
        <w:rPr>
          <w:rStyle w:val="cena"/>
        </w:rPr>
        <w:fldChar w:fldCharType="separate"/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fldChar w:fldCharType="end"/>
      </w:r>
      <w:r>
        <w:t>, která byla vypracována na základě výzvy objednatele k podání nabídky jako zakázka ma</w:t>
      </w:r>
      <w:r w:rsidR="00D74105">
        <w:t>lého rozsahu na stavební práce.</w:t>
      </w:r>
    </w:p>
    <w:p w:rsidR="00665717" w:rsidRDefault="00665717" w:rsidP="00525363">
      <w:pPr>
        <w:pStyle w:val="Nadpis2"/>
      </w:pPr>
      <w:r>
        <w:lastRenderedPageBreak/>
        <w:t>Účel smlouvy</w:t>
      </w:r>
    </w:p>
    <w:p w:rsidR="00665717" w:rsidRDefault="00665717" w:rsidP="00525363">
      <w:r>
        <w:t>Účelem této smlouvy (dále taky „Smlouva“) je realizace díla v bezvadné kvalitě a dohod</w:t>
      </w:r>
      <w:r w:rsidR="00D74105">
        <w:t xml:space="preserve">nutém čase. </w:t>
      </w:r>
    </w:p>
    <w:p w:rsidR="00665717" w:rsidRPr="005B1CF4" w:rsidRDefault="00665717" w:rsidP="005B1CF4">
      <w:pPr>
        <w:pStyle w:val="Nadpis2"/>
        <w:ind w:left="426" w:hanging="284"/>
        <w:rPr>
          <w:sz w:val="20"/>
          <w:u w:val="none"/>
        </w:rPr>
      </w:pPr>
      <w:r w:rsidRPr="005B1CF4">
        <w:rPr>
          <w:sz w:val="20"/>
          <w:u w:val="none"/>
        </w:rPr>
        <w:t>Zhotovitel prohlašuje, že se s rozsahem díla seznámil, že je schopen dílo ve smluvené lhůtě dodat a že veškeré náklady spojené se zhotovením díla jsou zahrnuty v ceně díla.</w:t>
      </w:r>
    </w:p>
    <w:p w:rsidR="003F14F0" w:rsidRDefault="003F14F0" w:rsidP="00525363">
      <w:pPr>
        <w:pStyle w:val="Nadpis1"/>
      </w:pPr>
      <w:bookmarkStart w:id="15" w:name="_Ref283560940"/>
      <w:r>
        <w:t>Předmět smlouvy</w:t>
      </w:r>
      <w:bookmarkEnd w:id="15"/>
    </w:p>
    <w:p w:rsidR="003F14F0" w:rsidRDefault="003F14F0" w:rsidP="00525363">
      <w:pPr>
        <w:pStyle w:val="Nadpis2"/>
      </w:pPr>
      <w:bookmarkStart w:id="16" w:name="_Ref283560770"/>
      <w:r>
        <w:t>Popis předmětu smlouvy</w:t>
      </w:r>
      <w:bookmarkEnd w:id="16"/>
    </w:p>
    <w:p w:rsidR="003F14F0" w:rsidRPr="002D04E8" w:rsidRDefault="003F14F0" w:rsidP="00525363">
      <w:r w:rsidRPr="002D04E8">
        <w:t>Předmětem této smlouvy je závazek zhotovitele provést pro objednatele dílo, jehož rozsah a podmínky provádění jsou specifikovány  touto smlouvou.</w:t>
      </w:r>
    </w:p>
    <w:p w:rsidR="003F14F0" w:rsidRDefault="003F14F0" w:rsidP="00525363"/>
    <w:p w:rsidR="004709F4" w:rsidRDefault="003F14F0" w:rsidP="004E0024">
      <w:pPr>
        <w:pStyle w:val="Nadpis7"/>
      </w:pPr>
      <w:r w:rsidRPr="00DB2B0A">
        <w:t>Předmětem díla jsou stavební práce</w:t>
      </w:r>
      <w:r w:rsidR="004E0024">
        <w:t>:</w:t>
      </w:r>
    </w:p>
    <w:p w:rsidR="004E0024" w:rsidRPr="004E0024" w:rsidRDefault="004E0024" w:rsidP="004E0024"/>
    <w:p w:rsidR="005A4E88" w:rsidRPr="00C55840" w:rsidRDefault="0023307A" w:rsidP="005A4E88">
      <w:pPr>
        <w:jc w:val="center"/>
        <w:rPr>
          <w:rFonts w:cs="Arial"/>
          <w:b/>
          <w:caps/>
          <w:color w:val="0D0D0D"/>
          <w:sz w:val="28"/>
          <w:szCs w:val="28"/>
        </w:rPr>
      </w:pPr>
      <w:r w:rsidRPr="0023307A">
        <w:rPr>
          <w:rFonts w:cs="Arial"/>
          <w:b/>
          <w:caps/>
          <w:color w:val="0D0D0D"/>
          <w:sz w:val="28"/>
          <w:szCs w:val="28"/>
        </w:rPr>
        <w:t>REKONSTRUKCE KOTELNY  - PANSKÝ DŮM</w:t>
      </w:r>
    </w:p>
    <w:p w:rsidR="00E06EEF" w:rsidRDefault="00000AC2" w:rsidP="00000AC2">
      <w:r>
        <w:t xml:space="preserve"> </w:t>
      </w:r>
      <w:r w:rsidR="00361C4F">
        <w:t>(dále jen „</w:t>
      </w:r>
      <w:r w:rsidR="00A70766">
        <w:t>stavební práce</w:t>
      </w:r>
      <w:r w:rsidR="004B04C8">
        <w:t>“)</w:t>
      </w:r>
    </w:p>
    <w:p w:rsidR="00251DA1" w:rsidRDefault="00251DA1" w:rsidP="00F46590">
      <w:pPr>
        <w:ind w:left="0"/>
      </w:pPr>
    </w:p>
    <w:p w:rsidR="00251DA1" w:rsidRPr="00251DA1" w:rsidRDefault="00251DA1" w:rsidP="00251DA1">
      <w:pPr>
        <w:pStyle w:val="Nadpis2"/>
      </w:pPr>
      <w:r w:rsidRPr="00251DA1">
        <w:t>Popis předmětu zakázky</w:t>
      </w:r>
    </w:p>
    <w:p w:rsidR="0023307A" w:rsidRDefault="0023307A" w:rsidP="0023307A">
      <w:r>
        <w:t>Předmětem stavebních prací je rekonstrukce stávající plynové kotelny v rozsahu demontáže stávající zdroje tepla v podobě dvojice plynových kotlů Hydrotherm – Stiebel Eltron o výkonu 82 – 165kW s celkovým výkonem kotelny 330kW.</w:t>
      </w:r>
    </w:p>
    <w:p w:rsidR="0023307A" w:rsidRDefault="0023307A" w:rsidP="0023307A">
      <w:r>
        <w:t>Budou instalovány 2 ks závěsných maloobjemových kondenzačních plynových kotlů v kaskádě s nerezovými výměníky o celkovém výkonu 300 kW. Součástí dodávek bude rovněž provedení rekonstrukce vnitřních rozvodů plynu a armatur v rozsahu nutném pro výměnu kotlů a osazení oběhových čerpadel. Řízení kotelny bude provedeno formou MaR uvedeného v projektové dokumentaci a bude zajišťovat automatický provoz kotelny s</w:t>
      </w:r>
      <w:r w:rsidRPr="008C7C01">
        <w:t xml:space="preserve"> vyhodnocení havarijních stavů </w:t>
      </w:r>
      <w:r>
        <w:t>vč. zabezpečení</w:t>
      </w:r>
      <w:r w:rsidRPr="008C7C01">
        <w:t xml:space="preserve"> </w:t>
      </w:r>
      <w:r>
        <w:t>komunikace</w:t>
      </w:r>
      <w:r w:rsidRPr="008C7C01">
        <w:t xml:space="preserve"> s obsluhou pomocí dotykového webového panelu umístěného na rozvaděči</w:t>
      </w:r>
      <w:r>
        <w:t xml:space="preserve"> </w:t>
      </w:r>
      <w:r w:rsidRPr="008C7C01">
        <w:t>v kotelně. Vizualizace technologie bude provedena formou grafických webových stránek</w:t>
      </w:r>
      <w:r>
        <w:t>.</w:t>
      </w:r>
    </w:p>
    <w:p w:rsidR="00093A82" w:rsidRDefault="00093A82" w:rsidP="00C94434">
      <w:pPr>
        <w:ind w:left="0"/>
      </w:pPr>
    </w:p>
    <w:p w:rsidR="003F14F0" w:rsidRPr="00CF75F1" w:rsidRDefault="003F14F0" w:rsidP="00525363">
      <w:pPr>
        <w:pStyle w:val="Nadpis2"/>
      </w:pPr>
      <w:r w:rsidRPr="00CF75F1">
        <w:t>Rozsah díla</w:t>
      </w:r>
    </w:p>
    <w:p w:rsidR="0023307A" w:rsidRPr="003D2E71" w:rsidRDefault="0023307A" w:rsidP="0023307A">
      <w:pPr>
        <w:pStyle w:val="Zkladntextodsazen2-odrky"/>
      </w:pPr>
      <w:r w:rsidRPr="00427C96">
        <w:t>Rozsah díla je vymezen dokumentací zakázky zpracovanou</w:t>
      </w:r>
      <w:r>
        <w:t xml:space="preserve"> PassiveArchitecture s.r.o. </w:t>
      </w:r>
      <w:r w:rsidRPr="003D2E71">
        <w:t xml:space="preserve">Naardenská 141 688 01 Uherský Brod, IČ: 00291463 </w:t>
      </w:r>
      <w:r>
        <w:t xml:space="preserve">v únoru 2025 </w:t>
      </w:r>
      <w:r w:rsidRPr="00427C96">
        <w:t>pojmenovaná jako „</w:t>
      </w:r>
      <w:r w:rsidRPr="003D2E71">
        <w:t>Rekonstrukce kotelny Panský dům</w:t>
      </w:r>
      <w:r w:rsidRPr="00427C96">
        <w:t>“.</w:t>
      </w:r>
    </w:p>
    <w:p w:rsidR="00C61C99" w:rsidRPr="00CF75F1" w:rsidRDefault="00C61C99" w:rsidP="00B6596D">
      <w:pPr>
        <w:pStyle w:val="Zkladntextodsazen2-odrky"/>
      </w:pPr>
      <w:r w:rsidRPr="00CF75F1">
        <w:t>Dokumentací zakázky se rozumí soubor dokumentů, skládající se z uzavřené smlouvy o dílo mezi objednatelem a zhotovitelem, podmínek výzvy a zadávací dokumentace a obdobných dokladů, které jsou vymezeny ve smlouvě o dílo jako součást dokumentace zakázky. Součástí dokumentace zakázky jsou stavební deník, zápisy z kontrolního dne, seznam vad a nedodělků, všechna rozhodnutí státních orgánů.</w:t>
      </w:r>
    </w:p>
    <w:p w:rsidR="00C61C99" w:rsidRPr="00CF75F1" w:rsidRDefault="00C61C99" w:rsidP="00872B9D">
      <w:pPr>
        <w:pStyle w:val="Zkladntextodsazen2-odrky"/>
      </w:pPr>
      <w:r w:rsidRPr="00CF75F1">
        <w:t>Předpokládá se, že veškeré práce, výrobky a služby nezbytné pro provedení díla 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</w:p>
    <w:p w:rsidR="00D74105" w:rsidRDefault="00D74105" w:rsidP="00525363">
      <w:pPr>
        <w:pStyle w:val="Nadpis7"/>
      </w:pPr>
    </w:p>
    <w:p w:rsidR="003F14F0" w:rsidRPr="0069310B" w:rsidRDefault="003F14F0" w:rsidP="00525363">
      <w:pPr>
        <w:pStyle w:val="Nadpis7"/>
      </w:pPr>
      <w:r w:rsidRPr="0069310B">
        <w:t>Rozsah díla – další související práce a činnosti zejména:</w:t>
      </w:r>
    </w:p>
    <w:p w:rsidR="00C61C99" w:rsidRPr="00EA0906" w:rsidRDefault="00C61C99" w:rsidP="00872B9D">
      <w:pPr>
        <w:pStyle w:val="Zkladntextodsazen2-odrky"/>
      </w:pPr>
      <w:r w:rsidRPr="00EA0906">
        <w:t xml:space="preserve">Projekt skutečného provedení stavby </w:t>
      </w:r>
      <w:r>
        <w:t>1</w:t>
      </w:r>
      <w:r w:rsidRPr="00EA0906">
        <w:t xml:space="preserve">x v grafické podobě a </w:t>
      </w:r>
      <w:r>
        <w:t>1</w:t>
      </w:r>
      <w:r w:rsidRPr="00EA0906">
        <w:t>x digitálně (editovatelná, needitovatelná verze).</w:t>
      </w:r>
    </w:p>
    <w:p w:rsidR="00C61C99" w:rsidRDefault="00C61C99" w:rsidP="00872B9D">
      <w:pPr>
        <w:pStyle w:val="Zkladntextodsazen2-odrky"/>
      </w:pPr>
      <w:r w:rsidRPr="00EA0906">
        <w:t>Zařízení staveniště,</w:t>
      </w:r>
      <w:r>
        <w:t xml:space="preserve"> záboru </w:t>
      </w:r>
      <w:r w:rsidRPr="00EA0906">
        <w:t>vč. jeho odsouhlasení s</w:t>
      </w:r>
      <w:r>
        <w:t> vlastníky dotčených pozemků. Z</w:t>
      </w:r>
      <w:r w:rsidRPr="00EA0906">
        <w:t>ajištění vydání rozhodnutí k umístění provizorního i trvalého dopravního značení</w:t>
      </w:r>
      <w:r>
        <w:t xml:space="preserve"> s příslušným </w:t>
      </w:r>
      <w:r w:rsidRPr="00EA0906">
        <w:t>Dopravním inspektorátem Policie ČR, vč. jeho dodání, rozmístění a přemisťování po dobu realizace díla a následné odstranění po předání díla.</w:t>
      </w:r>
    </w:p>
    <w:p w:rsidR="00C61C99" w:rsidRDefault="00C61C99" w:rsidP="00872B9D">
      <w:pPr>
        <w:pStyle w:val="Zkladntextodsazen2-odrky"/>
      </w:pPr>
      <w:r>
        <w:t>Zajištění přístupu a příjezdu k nemovitostem v zájmovém území po dobu výstavby.</w:t>
      </w:r>
    </w:p>
    <w:p w:rsidR="00C61C99" w:rsidRDefault="00C61C99" w:rsidP="00872B9D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C61C99" w:rsidRDefault="00C61C99" w:rsidP="00872B9D">
      <w:pPr>
        <w:pStyle w:val="Zkladntextodsazen2-odrky"/>
      </w:pPr>
      <w:r>
        <w:t>Zařízení a odstranění zařízení staveniště.</w:t>
      </w:r>
    </w:p>
    <w:p w:rsidR="00C61C99" w:rsidRPr="004B7A40" w:rsidRDefault="00C61C99" w:rsidP="00872B9D">
      <w:pPr>
        <w:pStyle w:val="Zkladntextodsazen2-odrky"/>
      </w:pPr>
      <w:r w:rsidRPr="004B7A40">
        <w:lastRenderedPageBreak/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objektu nebo inženýrských sítí.</w:t>
      </w:r>
    </w:p>
    <w:p w:rsidR="00C61C99" w:rsidRDefault="00C61C99" w:rsidP="00872B9D">
      <w:pPr>
        <w:pStyle w:val="Zkladntextodsazen2-odrky"/>
      </w:pPr>
      <w:r>
        <w:t>Veškeré práce a dodávky související s bezpečnostními opatřeními na ochranu lidí a majetku.</w:t>
      </w:r>
    </w:p>
    <w:p w:rsidR="00C61C99" w:rsidRDefault="00C61C99" w:rsidP="00872B9D">
      <w:pPr>
        <w:pStyle w:val="Zkladntextodsazen2-odrky"/>
      </w:pPr>
      <w:r>
        <w:t>Zabezpečení předmětu díla během provádění včetně zajištění ochrany staveniště proti vloupání</w:t>
      </w:r>
    </w:p>
    <w:p w:rsidR="00C61C99" w:rsidRDefault="00C61C99" w:rsidP="00872B9D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:rsidR="00C61C99" w:rsidRDefault="00C61C99" w:rsidP="00872B9D">
      <w:pPr>
        <w:pStyle w:val="Zkladntextodsazen2-odrky"/>
      </w:pPr>
      <w:r>
        <w:t>V</w:t>
      </w:r>
      <w:r w:rsidRPr="00635048">
        <w:t xml:space="preserve">edení stavebního deníku minimálně v rozsahu dle zákona č. 183/2006 Sb. ve znění pozdějších předpisů a </w:t>
      </w:r>
      <w:r>
        <w:t>souvisejících</w:t>
      </w:r>
      <w:r w:rsidRPr="00635048">
        <w:t xml:space="preserve"> předpisů a předání jeho originálu objednateli</w:t>
      </w:r>
      <w:r>
        <w:t xml:space="preserve"> při předání a převzetí díla.</w:t>
      </w:r>
    </w:p>
    <w:p w:rsidR="00C61C99" w:rsidRDefault="00C61C99" w:rsidP="00872B9D">
      <w:pPr>
        <w:pStyle w:val="Zkladntextodsazen2-odrky"/>
      </w:pPr>
      <w:r>
        <w:t>Zhotovitel je povinen průběžně ode dne předání staveniště, až do doby protokolárního předání a převzetí díla pořizovat fotodokumentaci postupu stavebních a zejména všech zakrývaných prací.</w:t>
      </w:r>
    </w:p>
    <w:p w:rsidR="00C61C99" w:rsidRPr="00B717B6" w:rsidRDefault="00C61C99" w:rsidP="00872B9D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C61C99" w:rsidRDefault="00C61C99" w:rsidP="00872B9D">
      <w:pPr>
        <w:pStyle w:val="Zkladntextodsazen2-odrky"/>
      </w:pPr>
      <w: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díla.</w:t>
      </w:r>
    </w:p>
    <w:p w:rsidR="00C61C99" w:rsidRDefault="00C61C99" w:rsidP="00872B9D">
      <w:pPr>
        <w:pStyle w:val="Zkladntextodsazen2-odrky"/>
      </w:pPr>
      <w:r>
        <w:t>Povinnost u</w:t>
      </w:r>
      <w:r w:rsidRPr="00635048">
        <w:t>možnit provádění kontrolní prohlídky rozestavěné stavby dle § 133 a násl. zákona č.</w:t>
      </w:r>
      <w:r>
        <w:t> </w:t>
      </w:r>
      <w:r w:rsidRPr="00635048">
        <w:t>183/2006 Sb. a</w:t>
      </w:r>
      <w:r>
        <w:t xml:space="preserve"> zajistit účast stavbyvedoucího.</w:t>
      </w:r>
    </w:p>
    <w:p w:rsidR="00C61C99" w:rsidRDefault="00C61C99" w:rsidP="00872B9D">
      <w:pPr>
        <w:pStyle w:val="Zkladntextodsazen2-odrky"/>
      </w:pPr>
      <w:r>
        <w:t xml:space="preserve">Odvoz a uložení vybouraných hmot a stavební suti vč. předložení evidence odpadů a dokladů o jejich využití (přednostně) či likvidaci dle zákona č. </w:t>
      </w:r>
      <w:r w:rsidRPr="00FA25B5">
        <w:t>541/2020 Sb</w:t>
      </w:r>
      <w:r>
        <w:t>.</w:t>
      </w:r>
    </w:p>
    <w:p w:rsidR="00C61C99" w:rsidRDefault="00C61C99" w:rsidP="00872B9D">
      <w:pPr>
        <w:pStyle w:val="Zkladntextodsazen2-odrky"/>
      </w:pPr>
      <w:r>
        <w:t>Odstranění případných závad zjištěných při závěrečné kontrolní prohlídce stavby.</w:t>
      </w:r>
    </w:p>
    <w:p w:rsidR="00624C39" w:rsidRDefault="00C61C99" w:rsidP="00872B9D">
      <w:pPr>
        <w:pStyle w:val="Zkladntextodsazen2-odrky"/>
      </w:pPr>
      <w:r>
        <w:t>Uvedení všech povrchů dotčených stavbou do původního stavu, kromě povrchů upravovaných v rámci stavebního díla.</w:t>
      </w:r>
    </w:p>
    <w:p w:rsidR="00F6506D" w:rsidRPr="00F6506D" w:rsidRDefault="00F6506D" w:rsidP="00F6506D">
      <w:pPr>
        <w:pStyle w:val="Zkladntextodsazen2-odrky"/>
        <w:numPr>
          <w:ilvl w:val="0"/>
          <w:numId w:val="0"/>
        </w:numPr>
        <w:ind w:left="567"/>
        <w:rPr>
          <w:sz w:val="8"/>
          <w:szCs w:val="8"/>
        </w:rPr>
      </w:pPr>
    </w:p>
    <w:p w:rsidR="003F14F0" w:rsidRPr="0069310B" w:rsidRDefault="003F14F0" w:rsidP="00525363">
      <w:pPr>
        <w:pStyle w:val="Nadpis2"/>
      </w:pPr>
      <w:r w:rsidRPr="0069310B">
        <w:t>Dokumentace skutečného provedení stavby</w:t>
      </w:r>
    </w:p>
    <w:p w:rsidR="00C61C99" w:rsidRDefault="00C61C99" w:rsidP="00872B9D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:rsidR="00C61C99" w:rsidRDefault="00C61C99" w:rsidP="00872B9D">
      <w:pPr>
        <w:pStyle w:val="Zkladntextodsazen2-odrky"/>
      </w:pPr>
      <w:r>
        <w:t>do projektu pro provedení stavby budou zřetelně vyznačeny všechny změny, k nimž došlo v průběhu zhotovení díla</w:t>
      </w:r>
    </w:p>
    <w:p w:rsidR="00C61C99" w:rsidRDefault="00C61C99" w:rsidP="00872B9D">
      <w:pPr>
        <w:pStyle w:val="Zkladntextodsazen2-odrky"/>
      </w:pPr>
      <w:r>
        <w:t>každý výkres dokumentace o skutečném provedení stavby bude opatřen razítkem a podpisem osoby, která změny provedla</w:t>
      </w:r>
    </w:p>
    <w:p w:rsidR="00C61C99" w:rsidRDefault="00C61C99" w:rsidP="00872B9D">
      <w:pPr>
        <w:pStyle w:val="Zkladntextodsazen2-odrky"/>
      </w:pPr>
      <w:r>
        <w:t>části projektu, ve kterých nedošlo ke změnám, budou označeny nápisem „bez změn“</w:t>
      </w:r>
    </w:p>
    <w:p w:rsidR="00624C39" w:rsidRDefault="00C61C99" w:rsidP="00872B9D">
      <w:pPr>
        <w:pStyle w:val="Zkladntextodsazen2-odrky"/>
      </w:pPr>
      <w:r>
        <w:t>dokumentace skutečného provedení bude provedena i v digitální podobě.</w:t>
      </w:r>
    </w:p>
    <w:p w:rsidR="00F6506D" w:rsidRPr="00F6506D" w:rsidRDefault="00F6506D" w:rsidP="00F6506D">
      <w:pPr>
        <w:pStyle w:val="Zkladntextodsazen2-odrky"/>
        <w:numPr>
          <w:ilvl w:val="0"/>
          <w:numId w:val="0"/>
        </w:numPr>
        <w:ind w:left="567"/>
        <w:rPr>
          <w:sz w:val="8"/>
          <w:szCs w:val="8"/>
        </w:rPr>
      </w:pPr>
    </w:p>
    <w:p w:rsidR="003F14F0" w:rsidRPr="0069310B" w:rsidRDefault="003F14F0" w:rsidP="00525363">
      <w:pPr>
        <w:pStyle w:val="Nadpis2"/>
      </w:pPr>
      <w:r w:rsidRPr="0069310B">
        <w:t>Podmínky provádění stavby</w:t>
      </w:r>
    </w:p>
    <w:p w:rsidR="00C61C99" w:rsidRDefault="00C61C99" w:rsidP="00872B9D">
      <w:pPr>
        <w:pStyle w:val="Zkladntextodsazen2-odrky"/>
      </w:pPr>
      <w:r w:rsidRPr="00763B68">
        <w:t>Zhotovitel je povinen zajistit provádění stavebních a montážních prací tak, aby nedocházelo</w:t>
      </w:r>
      <w:r>
        <w:br/>
      </w:r>
      <w:r w:rsidRPr="00763B68">
        <w:t xml:space="preserve">k ohrožování, nadměrnému nebo zbytečnému obtěžování okolí stavby a majetku třetích osob. </w:t>
      </w:r>
    </w:p>
    <w:p w:rsidR="00C61C99" w:rsidRDefault="00C61C99" w:rsidP="00872B9D">
      <w:pPr>
        <w:pStyle w:val="Zkladntextodsazen2-odrky"/>
      </w:pPr>
      <w:r>
        <w:t>Objednatel má za povinnost zajistit a jmenovat koordinátora bezpečnosti práce na staveništi.</w:t>
      </w:r>
      <w:r w:rsidRPr="00AA29A5">
        <w:t xml:space="preserve"> </w:t>
      </w:r>
    </w:p>
    <w:p w:rsidR="00C61C99" w:rsidRPr="00EE2444" w:rsidRDefault="00C61C99" w:rsidP="00872B9D">
      <w:pPr>
        <w:pStyle w:val="Zkladntextodsazen2-odrky"/>
      </w:pPr>
      <w:r>
        <w:t xml:space="preserve">Zhotovitel je povinen dodržovat </w:t>
      </w:r>
      <w:r w:rsidRPr="00DD3DD8">
        <w:t xml:space="preserve">zásady </w:t>
      </w:r>
      <w:r w:rsidRPr="00DD3DD8">
        <w:rPr>
          <w:bCs/>
          <w:noProof/>
        </w:rPr>
        <w:t xml:space="preserve"> BOZP  podle  zákona č. 309/2006 Sb.</w:t>
      </w:r>
    </w:p>
    <w:p w:rsidR="00C61C99" w:rsidRPr="00DD3DD8" w:rsidRDefault="00C61C99" w:rsidP="00872B9D">
      <w:pPr>
        <w:pStyle w:val="Zkladntextodsazen2-odrky"/>
      </w:pPr>
      <w:r>
        <w:rPr>
          <w:noProof/>
        </w:rPr>
        <w:t>Zhotovitel je povinnen zajistit v rámci zařízení stanoviště podmínky pro výkon funkce autorského dozoru projektanta a technického dozoru stavebníka, případně činnost koordinátora bezpečnosti a ochrany zdraví při práci na staveništi, a to v přiměřeném rozsahu.</w:t>
      </w:r>
    </w:p>
    <w:p w:rsidR="004E5078" w:rsidRDefault="00C61C99" w:rsidP="00872B9D">
      <w:pPr>
        <w:pStyle w:val="Zkladntextodsazen2-odrky"/>
      </w:pPr>
      <w:r>
        <w:t xml:space="preserve">Projektová dokumentace pro zhotovení stavby, bude zhotoviteli předána v jednom vyhotovení v listinné podobě, v případě potřeby si další výtisk pro realizaci stavby nebo dokumentaci skutečného provedení zhotovitel stavby zajistí sám. </w:t>
      </w:r>
      <w:r w:rsidRPr="00DD7772">
        <w:t>Dodavatel musí při realizaci respektovat požadavky provozovatele objektu, zejména s ohledem na sportovn</w:t>
      </w:r>
      <w:r>
        <w:t>í činnost v přilehlém prostoru.</w:t>
      </w:r>
    </w:p>
    <w:p w:rsidR="00F6506D" w:rsidRPr="00F6506D" w:rsidRDefault="00F6506D" w:rsidP="00F6506D">
      <w:pPr>
        <w:pStyle w:val="Zkladntextodsazen2-odrky"/>
        <w:numPr>
          <w:ilvl w:val="0"/>
          <w:numId w:val="0"/>
        </w:numPr>
        <w:ind w:left="567"/>
        <w:rPr>
          <w:sz w:val="8"/>
          <w:szCs w:val="8"/>
        </w:rPr>
      </w:pPr>
    </w:p>
    <w:p w:rsidR="003F14F0" w:rsidRPr="0069310B" w:rsidRDefault="003F14F0" w:rsidP="00525363">
      <w:pPr>
        <w:pStyle w:val="Nadpis2"/>
      </w:pPr>
      <w:r w:rsidRPr="0069310B">
        <w:t>Právo objednatele na změnu předmětu smlouvy</w:t>
      </w:r>
    </w:p>
    <w:p w:rsidR="004E5078" w:rsidRDefault="00C61C99" w:rsidP="00872B9D">
      <w:pPr>
        <w:pStyle w:val="Zkladntextodsazen2-odrky"/>
      </w:pPr>
      <w:r>
        <w:t>Objednatel má právo z předmětu smlouvy vyloučit některé práce nebo dodávky (méněpráce). 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F6506D" w:rsidRPr="00F6506D" w:rsidRDefault="00F6506D" w:rsidP="00F6506D">
      <w:pPr>
        <w:pStyle w:val="Zkladntextodsazen2-odrky"/>
        <w:numPr>
          <w:ilvl w:val="0"/>
          <w:numId w:val="0"/>
        </w:numPr>
        <w:ind w:left="567"/>
        <w:rPr>
          <w:sz w:val="8"/>
          <w:szCs w:val="8"/>
        </w:rPr>
      </w:pPr>
    </w:p>
    <w:p w:rsidR="00DC6F23" w:rsidRDefault="00624C39" w:rsidP="007F25D5">
      <w:pPr>
        <w:pStyle w:val="Nadpis2"/>
        <w:keepNext w:val="0"/>
        <w:rPr>
          <w:u w:val="none"/>
        </w:rPr>
      </w:pPr>
      <w:r w:rsidRPr="00525363">
        <w:rPr>
          <w:u w:val="none"/>
        </w:rPr>
        <w:t>Objednatel se zavazuje dílo od zhotovitele převzít a zaplatit mu sjednanou cenu.</w:t>
      </w:r>
    </w:p>
    <w:p w:rsidR="00B6596D" w:rsidRPr="00B6596D" w:rsidRDefault="00B6596D" w:rsidP="00195789">
      <w:pPr>
        <w:ind w:left="0"/>
      </w:pPr>
    </w:p>
    <w:p w:rsidR="003F14F0" w:rsidRPr="0069310B" w:rsidRDefault="003F14F0" w:rsidP="004E5078">
      <w:pPr>
        <w:pStyle w:val="Nadpis1"/>
        <w:keepNext w:val="0"/>
      </w:pPr>
      <w:r w:rsidRPr="0069310B">
        <w:lastRenderedPageBreak/>
        <w:t>Doba a místo plnění</w:t>
      </w:r>
    </w:p>
    <w:p w:rsidR="003F14F0" w:rsidRDefault="003F14F0" w:rsidP="00525363">
      <w:pPr>
        <w:pStyle w:val="Nadpis2"/>
      </w:pPr>
      <w:r w:rsidRPr="0069310B">
        <w:t>Doba plnění předmětu smlouvy:</w:t>
      </w:r>
    </w:p>
    <w:p w:rsidR="00D55A9B" w:rsidRDefault="00D55A9B" w:rsidP="00D55A9B">
      <w:pPr>
        <w:ind w:left="0"/>
      </w:pPr>
    </w:p>
    <w:p w:rsidR="00D55A9B" w:rsidRDefault="00D55A9B" w:rsidP="00D55A9B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Předpokládaný termín plnění:</w:t>
      </w:r>
    </w:p>
    <w:p w:rsidR="003F14F0" w:rsidRDefault="003F14F0" w:rsidP="00673FD8">
      <w:pPr>
        <w:ind w:left="0"/>
      </w:pPr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5"/>
        <w:gridCol w:w="3345"/>
      </w:tblGrid>
      <w:tr w:rsidR="00FE38A6" w:rsidTr="00D55A9B">
        <w:trPr>
          <w:trHeight w:val="340"/>
        </w:trPr>
        <w:tc>
          <w:tcPr>
            <w:tcW w:w="3675" w:type="dxa"/>
            <w:vAlign w:val="center"/>
          </w:tcPr>
          <w:p w:rsidR="00FE38A6" w:rsidRDefault="00F234DE" w:rsidP="00D55A9B">
            <w:pPr>
              <w:ind w:left="0"/>
            </w:pPr>
            <w:r>
              <w:t>Termín zahájení stavebních prací</w:t>
            </w:r>
          </w:p>
        </w:tc>
        <w:tc>
          <w:tcPr>
            <w:tcW w:w="3345" w:type="dxa"/>
            <w:vAlign w:val="center"/>
          </w:tcPr>
          <w:p w:rsidR="00FE38A6" w:rsidRPr="004E5078" w:rsidRDefault="00195789" w:rsidP="004E5078">
            <w:r>
              <w:t>01.09</w:t>
            </w:r>
            <w:r w:rsidR="007F25D5">
              <w:t>.2025</w:t>
            </w:r>
          </w:p>
        </w:tc>
      </w:tr>
      <w:tr w:rsidR="00FE38A6" w:rsidTr="00D55A9B">
        <w:trPr>
          <w:trHeight w:val="340"/>
        </w:trPr>
        <w:tc>
          <w:tcPr>
            <w:tcW w:w="3675" w:type="dxa"/>
            <w:vAlign w:val="center"/>
          </w:tcPr>
          <w:p w:rsidR="00FE38A6" w:rsidRDefault="00FE38A6" w:rsidP="00D55A9B">
            <w:pPr>
              <w:ind w:left="0"/>
            </w:pPr>
            <w:r>
              <w:t>Dokončení prací - předání díla</w:t>
            </w:r>
          </w:p>
        </w:tc>
        <w:tc>
          <w:tcPr>
            <w:tcW w:w="3345" w:type="dxa"/>
            <w:vAlign w:val="center"/>
          </w:tcPr>
          <w:p w:rsidR="00FE38A6" w:rsidRPr="004E5078" w:rsidRDefault="00195789" w:rsidP="004E5078">
            <w:pPr>
              <w:rPr>
                <w:b/>
              </w:rPr>
            </w:pPr>
            <w:r>
              <w:t>07.10.2025</w:t>
            </w:r>
          </w:p>
        </w:tc>
      </w:tr>
    </w:tbl>
    <w:p w:rsidR="00D55A9B" w:rsidRDefault="00D55A9B" w:rsidP="007F25D5">
      <w:pPr>
        <w:pStyle w:val="Nadpis7"/>
        <w:ind w:left="0"/>
      </w:pPr>
    </w:p>
    <w:p w:rsidR="003F14F0" w:rsidRDefault="003F14F0" w:rsidP="007F25D5">
      <w:pPr>
        <w:pStyle w:val="Nadpis7"/>
        <w:ind w:left="0"/>
      </w:pPr>
      <w:r>
        <w:t>Změna v době plnění</w:t>
      </w:r>
    </w:p>
    <w:p w:rsidR="00C61C99" w:rsidRPr="00212482" w:rsidRDefault="00C61C99" w:rsidP="00872B9D">
      <w:pPr>
        <w:pStyle w:val="Zkladntextodsazen2-odrky"/>
      </w:pPr>
      <w:r w:rsidRPr="00212482">
        <w:t>Objednatel si vyhrazuje právo na změnu předpokládaného term</w:t>
      </w:r>
      <w:r>
        <w:t xml:space="preserve">ínu realizace stavebních prací </w:t>
      </w:r>
      <w:r w:rsidRPr="00212482">
        <w:t xml:space="preserve">z důvodů okolností vyšší moci. </w:t>
      </w:r>
    </w:p>
    <w:p w:rsidR="00C61C99" w:rsidRDefault="00C61C99" w:rsidP="00872B9D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 přerušení stavebních prací ze strany objednatele a okolností ve smyslu § 2006 a násl a § 2913 odst. 2 občanského zákoníku.</w:t>
      </w:r>
    </w:p>
    <w:p w:rsidR="00C61C99" w:rsidRDefault="00C61C99" w:rsidP="00872B9D">
      <w:pPr>
        <w:pStyle w:val="Zkladntextodsazen2-odrky"/>
      </w:pPr>
      <w:r>
        <w:t>Zhotovitel je povinen zahájit práce na díle a řádně v nich pokračovat ode dne protokolárního předání staveniště případně od datumu pro zahájení prací, který bude uveden v protokolu o předání a převzetí staveniště.</w:t>
      </w:r>
    </w:p>
    <w:p w:rsidR="00C61C99" w:rsidRDefault="00C61C99" w:rsidP="00872B9D">
      <w:pPr>
        <w:pStyle w:val="Zkladntextodsazen2-odrky"/>
      </w:pPr>
      <w:r>
        <w:t>Zhotovitel je povinen dokončit práce na díle v době plnění sjednané dle smlouvy.</w:t>
      </w:r>
    </w:p>
    <w:p w:rsidR="00C61C99" w:rsidRDefault="00C61C99" w:rsidP="00872B9D">
      <w:pPr>
        <w:pStyle w:val="Zkladntextodsazen2-odrky"/>
      </w:pPr>
      <w:r>
        <w:t>Zhotovitel je povinen předat předmět díla objednateli v termínu sjednaném ve smlouvě.</w:t>
      </w:r>
    </w:p>
    <w:p w:rsidR="003F14F0" w:rsidRPr="0069310B" w:rsidRDefault="003F14F0" w:rsidP="00525363">
      <w:pPr>
        <w:pStyle w:val="Nadpis2"/>
      </w:pPr>
      <w:r w:rsidRPr="0069310B">
        <w:t>Místo plnění předmětu smlouvy:</w:t>
      </w:r>
    </w:p>
    <w:p w:rsidR="00624C39" w:rsidRPr="007E0C50" w:rsidRDefault="0060151C" w:rsidP="007E0C50">
      <w:r>
        <w:rPr>
          <w:rFonts w:cs="Arial"/>
        </w:rPr>
        <w:t xml:space="preserve">  </w:t>
      </w:r>
      <w:r w:rsidR="00195789">
        <w:t xml:space="preserve">Budova </w:t>
      </w:r>
      <w:hyperlink r:id="rId8" w:history="1">
        <w:r w:rsidR="00195789" w:rsidRPr="00FD096E">
          <w:rPr>
            <w:rStyle w:val="Hypertextovodkaz"/>
          </w:rPr>
          <w:t>Panský dům č. p. 77,</w:t>
        </w:r>
      </w:hyperlink>
      <w:r w:rsidR="00195789">
        <w:t xml:space="preserve"> ul. Kaunicova, 688 01 </w:t>
      </w:r>
      <w:r w:rsidR="00195789" w:rsidRPr="000F743F">
        <w:t>Uherský Brod</w:t>
      </w:r>
      <w:r w:rsidR="00195789">
        <w:t>.</w:t>
      </w:r>
    </w:p>
    <w:p w:rsidR="003F14F0" w:rsidRDefault="003F14F0" w:rsidP="00525363">
      <w:pPr>
        <w:pStyle w:val="Nadpis1"/>
      </w:pPr>
      <w:r>
        <w:t>Cena díla a podmínky pro změnu sjednané ceny</w:t>
      </w:r>
    </w:p>
    <w:p w:rsidR="003F14F0" w:rsidRPr="0069310B" w:rsidRDefault="003F14F0" w:rsidP="00525363">
      <w:pPr>
        <w:pStyle w:val="Nadpis2"/>
      </w:pPr>
      <w:r w:rsidRPr="0069310B">
        <w:t>Cena díla</w:t>
      </w:r>
    </w:p>
    <w:p w:rsidR="003F14F0" w:rsidRDefault="003F14F0" w:rsidP="00525363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 \* MERGEFORMAT </w:instrText>
      </w:r>
      <w:r>
        <w:fldChar w:fldCharType="separate"/>
      </w:r>
      <w:r w:rsidR="00BB1F66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3F14F0" w:rsidRDefault="003F14F0" w:rsidP="000405DB">
      <w:pPr>
        <w:pStyle w:val="Zkladntext"/>
        <w:ind w:left="0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3F14F0" w:rsidTr="000405DB">
        <w:trPr>
          <w:trHeight w:val="340"/>
        </w:trPr>
        <w:tc>
          <w:tcPr>
            <w:tcW w:w="4871" w:type="dxa"/>
            <w:vAlign w:val="center"/>
          </w:tcPr>
          <w:p w:rsidR="009A55DB" w:rsidRPr="00195789" w:rsidRDefault="009A55DB" w:rsidP="000405DB">
            <w:pPr>
              <w:rPr>
                <w:sz w:val="12"/>
                <w:szCs w:val="12"/>
              </w:rPr>
            </w:pPr>
          </w:p>
          <w:p w:rsidR="000405DB" w:rsidRDefault="000405DB" w:rsidP="000405DB">
            <w:r>
              <w:t xml:space="preserve">Cena </w:t>
            </w:r>
            <w:r w:rsidR="0006317A">
              <w:t>pro</w:t>
            </w:r>
            <w:r>
              <w:t xml:space="preserve"> základní DPH</w:t>
            </w:r>
          </w:p>
          <w:p w:rsidR="003F14F0" w:rsidRPr="00195789" w:rsidRDefault="003F14F0" w:rsidP="000405DB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Align w:val="center"/>
          </w:tcPr>
          <w:p w:rsidR="003F14F0" w:rsidRDefault="003F14F0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bookmarkStart w:id="17" w:name="_GoBack"/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bookmarkEnd w:id="17"/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0405DB">
        <w:trPr>
          <w:trHeight w:val="340"/>
        </w:trPr>
        <w:tc>
          <w:tcPr>
            <w:tcW w:w="4871" w:type="dxa"/>
            <w:vAlign w:val="center"/>
          </w:tcPr>
          <w:p w:rsidR="009A55DB" w:rsidRPr="00195789" w:rsidRDefault="009A55DB" w:rsidP="000405DB">
            <w:pPr>
              <w:rPr>
                <w:sz w:val="12"/>
                <w:szCs w:val="12"/>
              </w:rPr>
            </w:pPr>
          </w:p>
          <w:p w:rsidR="000405DB" w:rsidRDefault="00034CF4" w:rsidP="000405DB">
            <w:r>
              <w:t xml:space="preserve">DPH </w:t>
            </w:r>
            <w:r w:rsidR="0039649A">
              <w:t>21</w:t>
            </w:r>
            <w:r w:rsidR="0006317A">
              <w:t xml:space="preserve"> </w:t>
            </w:r>
            <w:r w:rsidR="000405DB">
              <w:t>%</w:t>
            </w:r>
          </w:p>
          <w:p w:rsidR="000405DB" w:rsidRPr="00195789" w:rsidRDefault="000405DB" w:rsidP="000405DB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244A53"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:rsidR="009A55DB" w:rsidRPr="00195789" w:rsidRDefault="009A55DB" w:rsidP="00525363">
            <w:pPr>
              <w:rPr>
                <w:sz w:val="12"/>
                <w:szCs w:val="12"/>
              </w:rPr>
            </w:pPr>
          </w:p>
          <w:p w:rsidR="000405DB" w:rsidRDefault="000405DB" w:rsidP="00525363">
            <w:r w:rsidRPr="000405DB">
              <w:t>Cena za d</w:t>
            </w:r>
            <w:r>
              <w:t>ílo celkem včetně DPH</w:t>
            </w:r>
          </w:p>
          <w:p w:rsidR="009A55DB" w:rsidRPr="00195789" w:rsidRDefault="009A55DB" w:rsidP="0052536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:rsidR="003F14F0" w:rsidRDefault="003F14F0" w:rsidP="00525363">
      <w:pPr>
        <w:pStyle w:val="Zkladntext"/>
      </w:pPr>
    </w:p>
    <w:p w:rsidR="00C61C99" w:rsidRPr="00082FF2" w:rsidRDefault="00C61C99" w:rsidP="00872B9D">
      <w:pPr>
        <w:pStyle w:val="Zkladntextodsazen2-odrky"/>
      </w:pPr>
      <w:r w:rsidRPr="00082FF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strany.</w:t>
      </w:r>
    </w:p>
    <w:p w:rsidR="00C61C99" w:rsidRPr="00082FF2" w:rsidRDefault="00C61C99" w:rsidP="00872B9D">
      <w:pPr>
        <w:pStyle w:val="Zkladntextodsazen2-odrky"/>
      </w:pPr>
      <w:r w:rsidRPr="00082FF2">
        <w:t>Na výši sjednané ceny nemají vliv ani nepředvídatelné mimořádné okolnosti, které nastaly po uzavření této smlouvy.</w:t>
      </w:r>
    </w:p>
    <w:p w:rsidR="00C61C99" w:rsidRDefault="00C61C99" w:rsidP="00872B9D">
      <w:pPr>
        <w:pStyle w:val="Zkladntextodsazen2-odrky"/>
      </w:pPr>
      <w:r>
        <w:t>Cena díla je oběma smluvními stranami sjednána v souladu s ustanoveními § 2 zákona č. 526/1990 Sb. o cenách a je dohodnuta vč. daně z přidané hodnoty. Příslušná sazba daně z přidané hodnoty (DPH) bude účtována dle platných předpisů v době zdanitelného plnění.</w:t>
      </w:r>
    </w:p>
    <w:p w:rsidR="00C61C99" w:rsidRDefault="00C61C99" w:rsidP="00872B9D">
      <w:pPr>
        <w:pStyle w:val="Zkladntextodsazen2-odrky"/>
      </w:pPr>
      <w:r>
        <w:t>Cena je dohodnuta na základě zhotovitelem vypracovaného položkového rozpočtu díla zpracovaného k projektu předaného objednatelem zhotoviteli. Oceněný položkový rozpočet bude sloužit rovněž jako cenová úroveň pro dodatečné stavební práce – „vícepráce“ a „méně-</w:t>
      </w:r>
    </w:p>
    <w:p w:rsidR="00C61C99" w:rsidRDefault="00C61C99" w:rsidP="00DE2B69">
      <w:pPr>
        <w:pStyle w:val="Zkladntextodsazen2-odrky"/>
        <w:numPr>
          <w:ilvl w:val="0"/>
          <w:numId w:val="0"/>
        </w:numPr>
        <w:ind w:left="567"/>
      </w:pPr>
      <w:r>
        <w:t>práce“. Jednotkové ceny uvedené v položkovém rozpočtu jsou cenami pevnými po celou dobu realizace díla.</w:t>
      </w:r>
    </w:p>
    <w:p w:rsidR="00C61C99" w:rsidRDefault="00C61C99" w:rsidP="00872B9D">
      <w:pPr>
        <w:pStyle w:val="Zkladntextodsazen2-odrky"/>
      </w:pPr>
      <w:r>
        <w:lastRenderedPageBreak/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3F14F0" w:rsidRPr="0069310B" w:rsidRDefault="003F14F0" w:rsidP="00525363">
      <w:pPr>
        <w:pStyle w:val="Nadpis2"/>
      </w:pPr>
      <w:r w:rsidRPr="0069310B">
        <w:t>Podmínky pro změnu ceny</w:t>
      </w:r>
    </w:p>
    <w:p w:rsidR="003F14F0" w:rsidRDefault="003F14F0" w:rsidP="00525363">
      <w:pPr>
        <w:pStyle w:val="Zkladntext"/>
      </w:pPr>
      <w:r>
        <w:t>Sjednaná cena může být změněna pouze za níže uvedených podmínek:</w:t>
      </w:r>
    </w:p>
    <w:p w:rsidR="003F14F0" w:rsidRDefault="003F14F0" w:rsidP="00525363">
      <w:pPr>
        <w:pStyle w:val="Zkladntextodsazen3-odstavce"/>
      </w:pPr>
      <w:r>
        <w:t>po podpisu smlouvy a před termínem dokončení díla dojde ke změně DPH</w:t>
      </w:r>
    </w:p>
    <w:p w:rsidR="003F14F0" w:rsidRDefault="003F14F0" w:rsidP="00525363">
      <w:pPr>
        <w:pStyle w:val="Zkladntextodsazen3-odstavce"/>
      </w:pPr>
      <w:r>
        <w:t>pokud objednatel požaduje provedení i prací a dodávek, které nebyly předmětem projektu (vícepráce) nebo pokud objednatel vyloučí některé práce nebo dodávky z předmětu plnění (méněpráce).</w:t>
      </w:r>
    </w:p>
    <w:p w:rsidR="00C93FE2" w:rsidRDefault="00CB1506" w:rsidP="00CB1506">
      <w:pPr>
        <w:pStyle w:val="Zkladntextodsazen3-odstavce"/>
      </w:pPr>
      <w:r>
        <w:t xml:space="preserve">   p</w:t>
      </w:r>
      <w:r w:rsidRPr="00CB1506">
        <w:t>ři realizaci se zjistí skutečnosti, které nebyly v době podpisu smlouvy známy, a</w:t>
      </w:r>
      <w:r w:rsidR="0031553A">
        <w:t> </w:t>
      </w:r>
      <w:r w:rsidRPr="00CB1506">
        <w:t>zhotovitel je nezavinil ani nemohl předvídat a mají vliv na cenu díla</w:t>
      </w:r>
    </w:p>
    <w:p w:rsidR="00CB1506" w:rsidRDefault="00CB1506" w:rsidP="00CB1506">
      <w:pPr>
        <w:pStyle w:val="Zkladntextodsazen3-odstavce"/>
      </w:pPr>
      <w:r>
        <w:t>p</w:t>
      </w:r>
      <w:r w:rsidRPr="00CB1506">
        <w:t>ři realizaci se zjistí skutečnosti odlišné od dokumentace předané objednatelem</w:t>
      </w:r>
    </w:p>
    <w:p w:rsidR="003F14F0" w:rsidRPr="0069310B" w:rsidRDefault="003F14F0" w:rsidP="00525363">
      <w:pPr>
        <w:pStyle w:val="Nadpis2"/>
      </w:pPr>
      <w:r w:rsidRPr="0069310B">
        <w:t>Způsob sjednání změny ceny</w:t>
      </w:r>
    </w:p>
    <w:p w:rsidR="00C61C99" w:rsidRDefault="00C61C99" w:rsidP="00C61C99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C61C99" w:rsidRDefault="00C61C99" w:rsidP="00872B9D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C61C99" w:rsidRDefault="00C61C99" w:rsidP="00872B9D">
      <w:pPr>
        <w:pStyle w:val="Zkladntextodsazen2-odrky"/>
      </w:pPr>
      <w:r>
        <w:t xml:space="preserve">Zhotoviteli zaniká nárok na zvýšení ceny, jestliže písemně neoznámí nutnost jejího překročení a výši požadovaného zvýšení ceny bez zbytečného odkladu poté, kdy se při provádění díla ukázala jeho nevyhnutelnost. Toto písemné oznámení však nezakládá právo zhotovitele na zvýšení sjednané ceny.  </w:t>
      </w:r>
    </w:p>
    <w:p w:rsidR="00C61C99" w:rsidRDefault="00C61C99" w:rsidP="00872B9D">
      <w:pPr>
        <w:pStyle w:val="Zkladntextodsazen2-odrky"/>
      </w:pPr>
      <w:r w:rsidRPr="003E4F55">
        <w:t xml:space="preserve">Případné vícepráce či </w:t>
      </w:r>
      <w:r>
        <w:t xml:space="preserve">méněpráce </w:t>
      </w:r>
      <w:r w:rsidRPr="003E4F55">
        <w:t>vyvolané objednatelem budou oceňovány stejnou metodikou</w:t>
      </w:r>
      <w:r>
        <w:t xml:space="preserve">, </w:t>
      </w:r>
      <w:r w:rsidRPr="003E4F55">
        <w:t xml:space="preserve">jako byla zpracována cenová nabídka. </w:t>
      </w:r>
      <w:r>
        <w:t>Pro výpočet změny ceny prací a dodávek neobsažených ve smluvním položkovém rozpočtu bude použita metodika oceňování RTS příp. URS v cenové úrovni platné v době, ve které byly práce provedeny</w:t>
      </w:r>
      <w:r w:rsidR="00E07EBE">
        <w:t xml:space="preserve"> se snížením o 5</w:t>
      </w:r>
      <w:r w:rsidR="00E07EBE">
        <w:rPr>
          <w:lang w:val="en-US"/>
        </w:rPr>
        <w:t>%</w:t>
      </w:r>
      <w:r>
        <w:t>.</w:t>
      </w:r>
    </w:p>
    <w:p w:rsidR="00C61C99" w:rsidRDefault="00C61C99" w:rsidP="00872B9D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>
        <w:t xml:space="preserve"> Objednatel je povinen vyjádřit se k návrhu zhotovitele do 5 dnů ode dne předložení návrhu zhotovitele.</w:t>
      </w:r>
    </w:p>
    <w:p w:rsidR="00C61C99" w:rsidRDefault="00C61C99" w:rsidP="00872B9D">
      <w:pPr>
        <w:pStyle w:val="Zkladntextodsazen2-odrky"/>
      </w:pPr>
      <w:r>
        <w:t>V případě změn u prací, které jsou obsaženy v položkovém rozpočtu, bude změna ceny stanovena na základě jednotkové ceny dané práce v položkovém rozpočtu.</w:t>
      </w:r>
    </w:p>
    <w:p w:rsidR="00C61C99" w:rsidRDefault="00C61C99" w:rsidP="00872B9D">
      <w:pPr>
        <w:pStyle w:val="Zkladntextodsazen2-odrky"/>
      </w:pPr>
      <w:r>
        <w:t>Práce, které nebudou provedeny, ačkoliv byli součástí položkového rozpočtu, budou z celkové ceny odečteny. Zhotovitel nemá právo neprovedené práce fakturovat. Práce, které zmenšují rozsah díla, musí být odsouhlaseny dodatkem smlouvy.</w:t>
      </w:r>
    </w:p>
    <w:p w:rsidR="003F14F0" w:rsidRDefault="003F14F0" w:rsidP="00525363">
      <w:pPr>
        <w:pStyle w:val="Nadpis1"/>
      </w:pPr>
      <w:r>
        <w:t>Platební podmínky</w:t>
      </w:r>
    </w:p>
    <w:p w:rsidR="00C61C99" w:rsidRPr="00872B9D" w:rsidRDefault="00C61C99" w:rsidP="00872B9D">
      <w:pPr>
        <w:pStyle w:val="Zkladntextodsazen2-odrky"/>
      </w:pPr>
      <w:r w:rsidRPr="00872B9D">
        <w:t>Objednatel prohlašuje, že zdanitelné plnění není používáno k ekonomické činnosti a ve smyslu informace GFŘ a MFČR ze dne 9. 11. 2011 nebude pro výše uvedenou dodávku aplikován režim přenesené daňové povinnosti podle § 92a zákona o DPH. Pro účely tohoto plnění jako objednatel neposkytujeme DIČ.</w:t>
      </w:r>
    </w:p>
    <w:p w:rsidR="00C61C99" w:rsidRDefault="00C61C99" w:rsidP="00872B9D">
      <w:pPr>
        <w:pStyle w:val="Zkladntextodsazen2-odrky"/>
      </w:pPr>
      <w:r w:rsidRPr="0009036E">
        <w:t>Faktur</w:t>
      </w:r>
      <w:r>
        <w:t>y</w:t>
      </w:r>
      <w:r w:rsidRPr="0009036E">
        <w:t xml:space="preserve"> bud</w:t>
      </w:r>
      <w:r>
        <w:t>ou</w:t>
      </w:r>
      <w:r w:rsidRPr="0009036E">
        <w:t xml:space="preserve"> zhotovitelem vystav</w:t>
      </w:r>
      <w:r>
        <w:t>ovány měsíčně</w:t>
      </w:r>
      <w:r w:rsidRPr="0009036E">
        <w:t xml:space="preserve"> na základě soupisu provedených prací</w:t>
      </w:r>
      <w:r>
        <w:t xml:space="preserve"> se splatností 30 dnů od doručení faktury.</w:t>
      </w:r>
    </w:p>
    <w:p w:rsidR="00C61C99" w:rsidRDefault="00C61C99" w:rsidP="00872B9D">
      <w:pPr>
        <w:pStyle w:val="Zkladntextodsazen2-odrky"/>
      </w:pPr>
      <w:r>
        <w:t>Zhotovitel předloží objednateli oceněný soupis provedených prací do 5 pracovních dnů po skončení měsíce. Objednatel je povinen se k 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 je faktura neplatná</w:t>
      </w:r>
      <w:r w:rsidRPr="00B4719A">
        <w:t xml:space="preserve">. </w:t>
      </w:r>
      <w:r>
        <w:t xml:space="preserve">Objednatel je povinen uhradit fakturu zhotovitele do </w:t>
      </w:r>
      <w:r>
        <w:rPr>
          <w:rStyle w:val="Siln"/>
        </w:rPr>
        <w:t>30 dnů</w:t>
      </w:r>
      <w:r>
        <w:t xml:space="preserve"> ode dne následujícího po doručení faktury. </w:t>
      </w:r>
    </w:p>
    <w:p w:rsidR="00C61C99" w:rsidRDefault="00C61C99" w:rsidP="00872B9D">
      <w:pPr>
        <w:pStyle w:val="Zkladntextodsazen2-odrky"/>
      </w:pPr>
      <w:r>
        <w:t>V případě sjednané změny ceny za dílo - víceprací, je zhotovitel povinen vystavit samostatný daňový doklad, doložený objednatelem odsouhlaseným soupisem víceprací, a to za obdobných podmínek, jak je uvedeno v tomto článku.</w:t>
      </w:r>
    </w:p>
    <w:p w:rsidR="00195789" w:rsidRDefault="00195789" w:rsidP="00195789">
      <w:pPr>
        <w:pStyle w:val="Zkladntextodsazen2-odrky"/>
        <w:numPr>
          <w:ilvl w:val="0"/>
          <w:numId w:val="0"/>
        </w:numPr>
        <w:ind w:left="567"/>
      </w:pPr>
    </w:p>
    <w:p w:rsidR="00C61C99" w:rsidRDefault="00C61C99" w:rsidP="00872B9D">
      <w:pPr>
        <w:pStyle w:val="Zkladntextodsazen2-odrky"/>
      </w:pPr>
      <w:r w:rsidRPr="00C646F5">
        <w:lastRenderedPageBreak/>
        <w:t>Jakákoli faktura zhotovitele musí obsahovat</w:t>
      </w:r>
      <w:r>
        <w:t>:</w:t>
      </w:r>
    </w:p>
    <w:p w:rsidR="00C61C99" w:rsidRDefault="00C61C99" w:rsidP="00C61C99">
      <w:pPr>
        <w:pStyle w:val="Zkladntextodsazen2"/>
      </w:pPr>
      <w:r>
        <w:tab/>
        <w:t>- označení faktury a čísla IČ</w:t>
      </w:r>
    </w:p>
    <w:p w:rsidR="00C61C99" w:rsidRDefault="00C61C99" w:rsidP="00C61C99">
      <w:pPr>
        <w:pStyle w:val="Zkladntextodsazen2"/>
      </w:pPr>
      <w:r>
        <w:tab/>
        <w:t>- údaj o zápisu do veřejného rejstříku včetně spisové značky (případně údaj o zápisu do jiné evidence)</w:t>
      </w:r>
    </w:p>
    <w:p w:rsidR="00C61C99" w:rsidRDefault="00C61C99" w:rsidP="00C61C99">
      <w:pPr>
        <w:pStyle w:val="Zkladntextodsazen2"/>
      </w:pPr>
      <w:r>
        <w:tab/>
        <w:t>- název a sídlo zhotovitele a objednatele včetně čísel bankovních účtů</w:t>
      </w:r>
    </w:p>
    <w:p w:rsidR="00C61C99" w:rsidRDefault="00C61C99" w:rsidP="00C61C99">
      <w:pPr>
        <w:pStyle w:val="Zkladntextodsazen2"/>
      </w:pPr>
      <w:r>
        <w:tab/>
        <w:t>- předmět plnění – název projektu/zakázky</w:t>
      </w:r>
    </w:p>
    <w:p w:rsidR="00C61C99" w:rsidRDefault="00C61C99" w:rsidP="00C61C99">
      <w:pPr>
        <w:pStyle w:val="Zkladntextodsazen2"/>
      </w:pPr>
      <w:r>
        <w:tab/>
        <w:t>- cena provedených prací</w:t>
      </w:r>
    </w:p>
    <w:p w:rsidR="00C61C99" w:rsidRDefault="00C61C99" w:rsidP="00C61C99">
      <w:pPr>
        <w:pStyle w:val="Zkladntextodsazen2"/>
      </w:pPr>
      <w:r>
        <w:tab/>
        <w:t>- den vystavení a splatnosti faktury</w:t>
      </w:r>
    </w:p>
    <w:p w:rsidR="00C61C99" w:rsidRPr="00E4395B" w:rsidRDefault="00C61C99" w:rsidP="00872B9D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 xml:space="preserve">at náležitosti daňového dokladu. Fakturu lze objednateli doručit v elektronické formě na adresu </w:t>
      </w:r>
      <w:hyperlink r:id="rId9" w:history="1">
        <w:r w:rsidRPr="0031553A">
          <w:rPr>
            <w:rStyle w:val="Hypertextovodkaz"/>
          </w:rPr>
          <w:t>podatelna@ub.cz</w:t>
        </w:r>
      </w:hyperlink>
      <w:r>
        <w:t>.</w:t>
      </w:r>
    </w:p>
    <w:p w:rsidR="00C61C99" w:rsidRDefault="00C61C99" w:rsidP="00872B9D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3F14F0" w:rsidRDefault="003F14F0" w:rsidP="00525363">
      <w:pPr>
        <w:pStyle w:val="Nadpis1"/>
      </w:pPr>
      <w:r>
        <w:t>Majetkové sankce</w:t>
      </w:r>
    </w:p>
    <w:p w:rsidR="00F11268" w:rsidRPr="00F11268" w:rsidRDefault="003F14F0" w:rsidP="00F11268">
      <w:pPr>
        <w:pStyle w:val="Nadpis2"/>
      </w:pPr>
      <w:r w:rsidRPr="0069310B">
        <w:t>Sankce za nesplnění doby plnění</w:t>
      </w:r>
    </w:p>
    <w:p w:rsidR="00C61C99" w:rsidRDefault="00C61C99" w:rsidP="00872B9D">
      <w:pPr>
        <w:pStyle w:val="Zkladntextodsazen2-odrky"/>
      </w:pPr>
      <w:r>
        <w:t xml:space="preserve">Pokud bude zhotovitel v prodlení s dobou plnění sjednanou pro provedení díla, je povinen zaplatit objednateli smluvní pokutu ve výši </w:t>
      </w:r>
      <w:r w:rsidR="00432A9D">
        <w:rPr>
          <w:b/>
        </w:rPr>
        <w:t>2</w:t>
      </w:r>
      <w:r w:rsidR="00195789">
        <w:rPr>
          <w:rStyle w:val="cena"/>
        </w:rPr>
        <w:t>.0</w:t>
      </w:r>
      <w:r>
        <w:rPr>
          <w:rStyle w:val="cena"/>
        </w:rPr>
        <w:t xml:space="preserve">00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>za každý i započatý den prodlení.</w:t>
      </w:r>
    </w:p>
    <w:p w:rsidR="003F14F0" w:rsidRPr="0069310B" w:rsidRDefault="003F14F0" w:rsidP="00525363">
      <w:pPr>
        <w:pStyle w:val="Nadpis2"/>
      </w:pPr>
      <w:r w:rsidRPr="0069310B">
        <w:t>Sankce za neodstranění vad a nedodělků zjištěných při předání a převzetí díla</w:t>
      </w:r>
    </w:p>
    <w:p w:rsidR="00C61C99" w:rsidRDefault="00C61C99" w:rsidP="00872B9D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 w:rsidR="00432A9D">
        <w:rPr>
          <w:b/>
        </w:rPr>
        <w:t>2</w:t>
      </w:r>
      <w:r>
        <w:rPr>
          <w:b/>
        </w:rPr>
        <w:t>.0</w:t>
      </w:r>
      <w:r w:rsidRPr="00E32869">
        <w:rPr>
          <w:b/>
        </w:rPr>
        <w:t>00</w:t>
      </w:r>
      <w:r w:rsidRPr="00E32869">
        <w:rPr>
          <w:rStyle w:val="cena"/>
          <w:b w:val="0"/>
        </w:rPr>
        <w:t> K</w:t>
      </w:r>
      <w:r>
        <w:rPr>
          <w:rStyle w:val="cena"/>
        </w:rPr>
        <w:t xml:space="preserve">č </w:t>
      </w:r>
      <w:r>
        <w:t>za každý nedodělek či vadu a každý den prodlení do odstranění vady.</w:t>
      </w:r>
    </w:p>
    <w:p w:rsidR="00C61C99" w:rsidRDefault="00C61C99" w:rsidP="00872B9D">
      <w:pPr>
        <w:pStyle w:val="Zkladntextodsazen2-odrky"/>
      </w:pPr>
      <w:r>
        <w:t xml:space="preserve">Pokud je zhotovitel v prodlení s odstraněním vad a nedodělků uvedených v zápise o předání a převzetí do 10 dnů, zaplatí objednateli smluvní pokutu </w:t>
      </w:r>
      <w:r>
        <w:rPr>
          <w:b/>
        </w:rPr>
        <w:t>1.000</w:t>
      </w:r>
      <w:r>
        <w:rPr>
          <w:rStyle w:val="cena"/>
        </w:rPr>
        <w:t> Kč</w:t>
      </w:r>
      <w:r>
        <w:t xml:space="preserve"> za každou vadu a nedodělek a každý den prodlení s odstraňováním. </w:t>
      </w:r>
    </w:p>
    <w:p w:rsidR="00C61C99" w:rsidRDefault="00C61C99" w:rsidP="00872B9D">
      <w:pPr>
        <w:pStyle w:val="Zkladntextodsazen2-odrky"/>
      </w:pPr>
      <w:r>
        <w:t xml:space="preserve">Pokud je zhotovitel v prodlení s odstraněním vad a nedodělků uvedených v zápise o předání a převzetí o více než 10 dnů, zaplatí objednateli smluvní pokutu </w:t>
      </w:r>
      <w:r>
        <w:rPr>
          <w:b/>
        </w:rPr>
        <w:t>1</w:t>
      </w:r>
      <w:r w:rsidRPr="00655721">
        <w:rPr>
          <w:b/>
        </w:rPr>
        <w:t>.</w:t>
      </w:r>
      <w:r>
        <w:rPr>
          <w:b/>
        </w:rPr>
        <w:t>500</w:t>
      </w:r>
      <w:r>
        <w:rPr>
          <w:rStyle w:val="cena"/>
        </w:rPr>
        <w:t xml:space="preserve"> Kč </w:t>
      </w:r>
      <w:r>
        <w:t xml:space="preserve">za každou vadu a nedodělek a každý den prodlení s odstraňováním. </w:t>
      </w:r>
    </w:p>
    <w:p w:rsidR="003F14F0" w:rsidRPr="0069310B" w:rsidRDefault="003F14F0" w:rsidP="00525363">
      <w:pPr>
        <w:pStyle w:val="Nadpis2"/>
      </w:pPr>
      <w:r w:rsidRPr="0069310B">
        <w:t>Sankce za neodstranění reklamovaných vad</w:t>
      </w:r>
      <w:r w:rsidR="001F4F74">
        <w:t xml:space="preserve">, sankce za nevyklizení stanoviště </w:t>
      </w:r>
      <w:r w:rsidR="005E1BC0">
        <w:t xml:space="preserve"> </w:t>
      </w:r>
    </w:p>
    <w:p w:rsidR="00C61C99" w:rsidRDefault="00C61C99" w:rsidP="00872B9D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>
        <w:rPr>
          <w:b/>
        </w:rPr>
        <w:t>1.5</w:t>
      </w:r>
      <w:r w:rsidRPr="008B0236">
        <w:rPr>
          <w:b/>
        </w:rPr>
        <w:t>00</w:t>
      </w:r>
      <w:r w:rsidRPr="008B0236">
        <w:rPr>
          <w:rStyle w:val="cena"/>
          <w:b w:val="0"/>
        </w:rPr>
        <w:t> Kč</w:t>
      </w:r>
      <w:r>
        <w:t xml:space="preserve"> za každou reklamovanou vadu a den prodlení, na jejíž odstraňování nenastoupil ve sjednaném termínu.</w:t>
      </w:r>
    </w:p>
    <w:p w:rsidR="00C61C99" w:rsidRDefault="00C61C99" w:rsidP="00872B9D">
      <w:pPr>
        <w:pStyle w:val="Zkladntextodsazen2-odrky"/>
      </w:pPr>
      <w:r>
        <w:t xml:space="preserve">Pokud zhotovitel nenastoupí k  odstraňování reklamovaných vad o více než 10 dnů, zaplatí objednateli smluvní pokutu </w:t>
      </w:r>
      <w:r w:rsidRPr="008B0236">
        <w:rPr>
          <w:b/>
        </w:rPr>
        <w:t>1</w:t>
      </w:r>
      <w:r w:rsidRPr="008B0236">
        <w:rPr>
          <w:rStyle w:val="cena"/>
          <w:b w:val="0"/>
        </w:rPr>
        <w:t>.</w:t>
      </w:r>
      <w:r>
        <w:rPr>
          <w:rStyle w:val="cena"/>
        </w:rPr>
        <w:t>5</w:t>
      </w:r>
      <w:r w:rsidRPr="008B0236">
        <w:rPr>
          <w:rStyle w:val="cena"/>
        </w:rPr>
        <w:t xml:space="preserve">00 </w:t>
      </w:r>
      <w:r>
        <w:rPr>
          <w:rStyle w:val="cena"/>
        </w:rPr>
        <w:t xml:space="preserve">Kč </w:t>
      </w:r>
      <w:r>
        <w:t xml:space="preserve">za každou vadu a každý den prodlení s nenastoupením k odstraňování reklamovaných vad. </w:t>
      </w:r>
    </w:p>
    <w:p w:rsidR="00C61C99" w:rsidRDefault="00C61C99" w:rsidP="00872B9D">
      <w:pPr>
        <w:pStyle w:val="Zkladntextodsazen2-odrky"/>
      </w:pPr>
      <w:r>
        <w:t xml:space="preserve">Pokud je zhotovitel v prodlení s odstraněním reklamovaných vad, zaplatí objednateli smluvní pokutu </w:t>
      </w:r>
      <w:r w:rsidRPr="008B0236">
        <w:rPr>
          <w:b/>
        </w:rPr>
        <w:t>500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C61C99" w:rsidRDefault="00C61C99" w:rsidP="00872B9D">
      <w:pPr>
        <w:pStyle w:val="Zkladntextodsazen2-odrky"/>
      </w:pPr>
      <w:r>
        <w:t xml:space="preserve">Označil-li objednatel v reklamaci, že se jedná o vadu, která brání řádnému užívání díla, případně hrozí nebezpečí škody </w:t>
      </w:r>
      <w:r w:rsidRPr="00855734">
        <w:t>velkého rozsahu</w:t>
      </w:r>
      <w:r>
        <w:t>, sjednávají obě smluvní strany pokuty ve dvojnásobné výši.</w:t>
      </w:r>
    </w:p>
    <w:p w:rsidR="00C61C99" w:rsidRPr="001A70F2" w:rsidRDefault="00C61C99" w:rsidP="00872B9D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C61C99" w:rsidRPr="00AD2CD4" w:rsidRDefault="00C61C99" w:rsidP="00872B9D">
      <w:pPr>
        <w:pStyle w:val="Zkladntextodsazen2-odrky"/>
      </w:pPr>
      <w:r w:rsidRPr="00AD2CD4">
        <w:t>Pokud zhotovitel nevyklidí staveniště ve sjednan</w:t>
      </w:r>
      <w:r>
        <w:t>ém termínu, nejpozději však do 4</w:t>
      </w:r>
      <w:r w:rsidRPr="00AD2CD4">
        <w:t xml:space="preserve"> dnů od předání a převzetí díla, je povinen zaplatit objednateli smluvní pokutu </w:t>
      </w:r>
      <w:r>
        <w:rPr>
          <w:b/>
        </w:rPr>
        <w:t>3.0</w:t>
      </w:r>
      <w:r w:rsidRPr="00AD2CD4">
        <w:rPr>
          <w:b/>
        </w:rPr>
        <w:t>00</w:t>
      </w:r>
      <w:r w:rsidRPr="00AD2CD4">
        <w:rPr>
          <w:rStyle w:val="cena"/>
        </w:rPr>
        <w:t xml:space="preserve"> Kč</w:t>
      </w:r>
      <w:r w:rsidRPr="00AD2CD4">
        <w:t xml:space="preserve"> za každý den prodlení s odstraněním.</w:t>
      </w:r>
    </w:p>
    <w:p w:rsidR="00C61C99" w:rsidRPr="00D36C3B" w:rsidRDefault="00C61C99" w:rsidP="00872B9D">
      <w:pPr>
        <w:pStyle w:val="Zkladntextodsazen2-odrky"/>
      </w:pPr>
      <w:r>
        <w:t xml:space="preserve">Bude-li ze strany zhotovitele porušena právní povinnost, která je stanovena právními předpisy nebo touto smlouvou a objednatel učiní nebo opomene učinit v důsledku porušení takové povinnosti následné činnosti, v jejichž důsledku bude sankcionován ze strany orgánů veřejné správy je zhotovitel povinen tuto částku jako vzniklou škodu objednateli nahradit, pokud nebyla </w:t>
      </w:r>
      <w:r>
        <w:lastRenderedPageBreak/>
        <w:t>způsobena zcela či zčásti v důsledku jednání či opomenutí objednatele nebo pokud na možné porušení předpisů zhotovitel objednatele neupozornil.</w:t>
      </w:r>
    </w:p>
    <w:p w:rsidR="00C61C99" w:rsidRPr="00C80032" w:rsidRDefault="00C61C99" w:rsidP="00872B9D">
      <w:pPr>
        <w:pStyle w:val="Zkladntextodsazen2-odrky"/>
      </w:pPr>
      <w:r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Pr="00DE4769">
        <w:rPr>
          <w:b/>
        </w:rPr>
        <w:t>2</w:t>
      </w:r>
      <w:r>
        <w:rPr>
          <w:b/>
        </w:rPr>
        <w:t>.</w:t>
      </w:r>
      <w:r w:rsidRPr="00DE4769">
        <w:rPr>
          <w:b/>
        </w:rPr>
        <w:t>000</w:t>
      </w:r>
      <w:r>
        <w:t xml:space="preserve"> Kč za každý případ.</w:t>
      </w:r>
      <w:r w:rsidR="00C80032">
        <w:tab/>
      </w:r>
    </w:p>
    <w:p w:rsidR="00494929" w:rsidRPr="00BB1F66" w:rsidRDefault="00494929" w:rsidP="00494929">
      <w:pPr>
        <w:pStyle w:val="Nadpis2"/>
        <w:tabs>
          <w:tab w:val="clear" w:pos="1985"/>
        </w:tabs>
      </w:pPr>
      <w:r w:rsidRPr="00BB1F66">
        <w:t>Smluvní pokuta za porušení povinnosti v čl. 14 této smlouvy</w:t>
      </w:r>
    </w:p>
    <w:p w:rsidR="00C61C99" w:rsidRPr="00735335" w:rsidRDefault="00C61C99" w:rsidP="00872B9D">
      <w:pPr>
        <w:pStyle w:val="Zkladntextodsazen2-odrky"/>
        <w:rPr>
          <w:b/>
        </w:rPr>
      </w:pPr>
      <w:r>
        <w:t xml:space="preserve">Pokud zhotovitel poruší povinnost dle čl. 14, na kterou ji objednatel upozorní v písemné výzvě s termínem předložení dokladů, je povinen zaplatit objednateli smluvní pokutu ve výši </w:t>
      </w:r>
      <w:r>
        <w:rPr>
          <w:b/>
        </w:rPr>
        <w:t>1.5</w:t>
      </w:r>
      <w:r w:rsidRPr="00735335">
        <w:rPr>
          <w:b/>
        </w:rPr>
        <w:t>00 Kč.</w:t>
      </w:r>
    </w:p>
    <w:p w:rsidR="00B20C5B" w:rsidRPr="0052190D" w:rsidRDefault="00B20C5B" w:rsidP="00B20C5B">
      <w:pPr>
        <w:pStyle w:val="Nadpis2"/>
        <w:tabs>
          <w:tab w:val="clear" w:pos="720"/>
          <w:tab w:val="clear" w:pos="1222"/>
          <w:tab w:val="clear" w:pos="1985"/>
          <w:tab w:val="clear" w:pos="3969"/>
          <w:tab w:val="num" w:pos="576"/>
        </w:tabs>
        <w:spacing w:before="60" w:after="120"/>
        <w:ind w:left="576" w:hanging="434"/>
      </w:pPr>
      <w:r w:rsidRPr="0052190D">
        <w:t>Hodnota a význam zajišťované povinnosti</w:t>
      </w:r>
    </w:p>
    <w:p w:rsidR="00B20C5B" w:rsidRPr="008B243E" w:rsidRDefault="00B20C5B" w:rsidP="00B20C5B">
      <w:pPr>
        <w:tabs>
          <w:tab w:val="left" w:pos="1080"/>
        </w:tabs>
        <w:ind w:left="180"/>
        <w:rPr>
          <w:rFonts w:cs="Arial"/>
        </w:rPr>
      </w:pPr>
      <w:r w:rsidRPr="008B243E">
        <w:rPr>
          <w:rFonts w:cs="Arial"/>
        </w:rPr>
        <w:t xml:space="preserve">Zhotovitel bere na vědomí, že </w:t>
      </w:r>
      <w:r>
        <w:rPr>
          <w:rFonts w:cs="Arial"/>
        </w:rPr>
        <w:t xml:space="preserve">dílo představuje realizaci </w:t>
      </w:r>
      <w:r w:rsidR="00B77D46">
        <w:rPr>
          <w:rFonts w:cs="Arial"/>
        </w:rPr>
        <w:t>stavby v</w:t>
      </w:r>
      <w:r w:rsidR="00432A9D">
        <w:rPr>
          <w:rFonts w:cs="Arial"/>
        </w:rPr>
        <w:t> domě s pečovatelskou službou</w:t>
      </w:r>
      <w:r w:rsidR="00244A53">
        <w:rPr>
          <w:rFonts w:cs="Arial"/>
        </w:rPr>
        <w:t>, které je časově stanoveno pevnými termíny</w:t>
      </w:r>
      <w:r>
        <w:rPr>
          <w:rFonts w:cs="Arial"/>
        </w:rPr>
        <w:t>.</w:t>
      </w:r>
      <w:r w:rsidRPr="008B243E">
        <w:rPr>
          <w:rFonts w:cs="Arial"/>
        </w:rPr>
        <w:t xml:space="preserve"> </w:t>
      </w:r>
      <w:r>
        <w:rPr>
          <w:rFonts w:cs="Arial"/>
        </w:rPr>
        <w:t>Je si vědom, že sjednané termíny pro plnění závazků a doba plnění díla vč. vyklizení staveniště jsou konečné a nelze se od nich odchýlit. S ohledem na tuto skutečnost byly sjednány i výše majetkových sankcí, které z tohoto hlediska považují smluvní strany za přiměřené významu zajišťovaných povinností.</w:t>
      </w:r>
    </w:p>
    <w:p w:rsidR="00B20C5B" w:rsidRDefault="00B20C5B" w:rsidP="00076C97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Úrok z prodlení za pozdní úhradu faktury</w:t>
      </w:r>
    </w:p>
    <w:p w:rsidR="00C61C99" w:rsidRDefault="00C61C99" w:rsidP="00872B9D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3F14F0" w:rsidRPr="0069310B" w:rsidRDefault="003F14F0" w:rsidP="00525363">
      <w:pPr>
        <w:pStyle w:val="Nadpis2"/>
      </w:pPr>
      <w:r w:rsidRPr="0069310B">
        <w:t>Způsob a vypořádání smluvních pokut</w:t>
      </w:r>
    </w:p>
    <w:p w:rsidR="00C61C99" w:rsidRDefault="00C61C99" w:rsidP="00872B9D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Pr="00072391">
        <w:t xml:space="preserve"> </w:t>
      </w:r>
    </w:p>
    <w:p w:rsidR="00C61C99" w:rsidRDefault="00C61C99" w:rsidP="00872B9D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C61C99" w:rsidRDefault="00C61C99" w:rsidP="00872B9D">
      <w:pPr>
        <w:pStyle w:val="Zkladntextodsazen2-odrky"/>
      </w:pPr>
      <w:r>
        <w:t>Smluvní strany souhlasí s výší majetkových sankcí a považují je za přiměřené významu zajišťovaných povinností.</w:t>
      </w:r>
    </w:p>
    <w:p w:rsidR="003F14F0" w:rsidRDefault="003F14F0" w:rsidP="00525363">
      <w:pPr>
        <w:pStyle w:val="Nadpis1"/>
      </w:pPr>
      <w:r>
        <w:t>Staveniště</w:t>
      </w:r>
    </w:p>
    <w:p w:rsidR="003F14F0" w:rsidRPr="0069310B" w:rsidRDefault="003F14F0" w:rsidP="00525363">
      <w:pPr>
        <w:pStyle w:val="Nadpis2"/>
      </w:pPr>
      <w:r w:rsidRPr="0069310B">
        <w:t>Předání a převzetí staveniště</w:t>
      </w:r>
    </w:p>
    <w:p w:rsidR="00C61C99" w:rsidRPr="00210118" w:rsidRDefault="00C61C99" w:rsidP="00872B9D">
      <w:pPr>
        <w:pStyle w:val="Zkladntextodsazen2-odrky"/>
      </w:pPr>
      <w:r>
        <w:t>Objednatel je povinen předat zhotoviteli staveniště prosté práv třetích osob po oboustranném podpisu smlouvy o dílo a</w:t>
      </w:r>
      <w:r w:rsidRPr="00210118">
        <w:t xml:space="preserve"> v souladu se zněním odstavce 4.1.  plnění předmětu smlouvy.</w:t>
      </w:r>
    </w:p>
    <w:p w:rsidR="00C61C99" w:rsidRDefault="00C61C99" w:rsidP="00872B9D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C61C99" w:rsidRDefault="00C61C99" w:rsidP="00872B9D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C61C99" w:rsidRDefault="00C61C99" w:rsidP="00872B9D">
      <w:pPr>
        <w:pStyle w:val="Zkladntextodsazen2-odrky"/>
      </w:pPr>
      <w:r>
        <w:t>Zhotovitel si zajistí pro stavební účely na své náklady případný odběr vody a elektrické energie.</w:t>
      </w:r>
    </w:p>
    <w:p w:rsidR="00C61C99" w:rsidRDefault="00C61C99" w:rsidP="00872B9D">
      <w:pPr>
        <w:pStyle w:val="Zkladntextodsazen2-odrky"/>
      </w:pPr>
      <w:r>
        <w:t>Zařízení staveniště zabezpečuje zhotovitel v souladu se svými potřebami, dokumentací předanou objednatelem a s požadavky objednatele.</w:t>
      </w:r>
    </w:p>
    <w:p w:rsidR="003F14F0" w:rsidRPr="0069310B" w:rsidRDefault="003F14F0" w:rsidP="00525363">
      <w:pPr>
        <w:pStyle w:val="Nadpis2"/>
      </w:pPr>
      <w:r w:rsidRPr="0069310B">
        <w:t xml:space="preserve">Vyklizení staveniště </w:t>
      </w:r>
    </w:p>
    <w:p w:rsidR="00C61C99" w:rsidRDefault="00C61C99" w:rsidP="00872B9D">
      <w:pPr>
        <w:pStyle w:val="Zkladntextodsazen2-odrky"/>
      </w:pPr>
      <w:r>
        <w:t>Zhotovitel je povinen odstranit a vyklidit zařízení staveniště a vyklidit staveniště nejpozději do 4 dnů ode dne předání a převzetí díla, pokud se strany nedohodnou jinak.</w:t>
      </w:r>
    </w:p>
    <w:p w:rsidR="00C61C99" w:rsidRDefault="00C61C99" w:rsidP="00872B9D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3F14F0" w:rsidRDefault="003F14F0" w:rsidP="00525363">
      <w:pPr>
        <w:pStyle w:val="Nadpis1"/>
      </w:pPr>
      <w:r>
        <w:t>Stavební deník</w:t>
      </w:r>
    </w:p>
    <w:p w:rsidR="00C61C99" w:rsidRDefault="00C61C99" w:rsidP="00872B9D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C61C99" w:rsidRDefault="00C61C99" w:rsidP="00872B9D">
      <w:pPr>
        <w:pStyle w:val="Zkladntextodsazen2-odrky"/>
      </w:pPr>
      <w:r>
        <w:lastRenderedPageBreak/>
        <w:t>Stavební deník musí být přístupný oprávněným osobám objednatele, případně jiným osobám oprávněným do stavebního deníku zapisovat.</w:t>
      </w:r>
    </w:p>
    <w:p w:rsidR="00C61C99" w:rsidRDefault="00C61C99" w:rsidP="00872B9D">
      <w:pPr>
        <w:pStyle w:val="Zkladntextodsazen2-odrky"/>
      </w:pPr>
      <w:r>
        <w:t xml:space="preserve">Do stavebního deníku zapisuje zhotovitel veškeré skutečnosti rozhodné pro provádění díla. </w:t>
      </w:r>
    </w:p>
    <w:p w:rsidR="00C61C99" w:rsidRDefault="00C61C99" w:rsidP="00872B9D">
      <w:pPr>
        <w:pStyle w:val="Zkladntextodsazen2-odrky"/>
      </w:pPr>
      <w:r>
        <w:t>Zapisuje zejména údaje o:</w:t>
      </w:r>
    </w:p>
    <w:p w:rsidR="00C61C99" w:rsidRDefault="00C61C99" w:rsidP="00C61C99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C61C99" w:rsidRDefault="00C61C99" w:rsidP="00C61C99">
      <w:pPr>
        <w:pStyle w:val="Zkladntextodsazen2"/>
      </w:pPr>
      <w:r>
        <w:t>-</w:t>
      </w:r>
      <w:r>
        <w:tab/>
        <w:t>časovém postupu prací</w:t>
      </w:r>
    </w:p>
    <w:p w:rsidR="00C61C99" w:rsidRDefault="00C61C99" w:rsidP="00C61C99">
      <w:pPr>
        <w:pStyle w:val="Zkladntextodsazen2"/>
      </w:pPr>
      <w:r>
        <w:t>-</w:t>
      </w:r>
      <w:r>
        <w:tab/>
        <w:t>kontrole jakosti provedených prací</w:t>
      </w:r>
    </w:p>
    <w:p w:rsidR="00C61C99" w:rsidRDefault="00C61C99" w:rsidP="00C61C99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C61C99" w:rsidRDefault="00C61C99" w:rsidP="00C61C99">
      <w:pPr>
        <w:pStyle w:val="Zkladntextodsazen2"/>
      </w:pPr>
      <w:r>
        <w:t>-</w:t>
      </w:r>
      <w:r>
        <w:tab/>
        <w:t>opatřeních učiněných v souladu s předpisy požární ochrany a ochrany životního prostředí</w:t>
      </w:r>
    </w:p>
    <w:p w:rsidR="00C61C99" w:rsidRDefault="00C61C99" w:rsidP="00C61C99">
      <w:pPr>
        <w:pStyle w:val="Zkladntextodsazen2"/>
      </w:pPr>
      <w:r>
        <w:t>-</w:t>
      </w:r>
      <w:r>
        <w:tab/>
        <w:t>událostech, majících vliv na provádění díla</w:t>
      </w:r>
    </w:p>
    <w:p w:rsidR="00C61C99" w:rsidRDefault="00C61C99" w:rsidP="00872B9D">
      <w:pPr>
        <w:pStyle w:val="Zkladntextodsazen2-odrky"/>
      </w:pPr>
      <w:r>
        <w:t>Všechny listy deníku musí být očíslovány, ve stavebním deníku nesmí být vynechána volná místa.</w:t>
      </w:r>
    </w:p>
    <w:p w:rsidR="00C61C99" w:rsidRDefault="00C61C99" w:rsidP="00872B9D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C61C99" w:rsidRDefault="00C61C99" w:rsidP="00872B9D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4E0024" w:rsidRPr="004E0024" w:rsidRDefault="004E0024" w:rsidP="00432A9D">
      <w:pPr>
        <w:pStyle w:val="Zkladntextodsazen2-odrky"/>
        <w:numPr>
          <w:ilvl w:val="0"/>
          <w:numId w:val="0"/>
        </w:numPr>
        <w:ind w:left="567"/>
      </w:pPr>
    </w:p>
    <w:p w:rsidR="003F14F0" w:rsidRDefault="003F14F0" w:rsidP="00525363">
      <w:r>
        <w:t xml:space="preserve">Stavební deník vede zhotovitelem pověřená osoba – stavbyvedoucí </w:t>
      </w:r>
      <w:r>
        <w:fldChar w:fldCharType="begin">
          <w:ffData>
            <w:name w:val="Text31"/>
            <w:enabled/>
            <w:calcOnExit w:val="0"/>
            <w:textInput/>
          </w:ffData>
        </w:fldChar>
      </w:r>
      <w:bookmarkStart w:id="18" w:name="Text3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  <w:r w:rsidR="00335B2B">
        <w:t xml:space="preserve"> </w:t>
      </w:r>
      <w:r>
        <w:t xml:space="preserve">č. autorizace </w:t>
      </w:r>
      <w:r>
        <w:fldChar w:fldCharType="begin">
          <w:ffData>
            <w:name w:val="Text32"/>
            <w:enabled/>
            <w:calcOnExit w:val="0"/>
            <w:textInput/>
          </w:ffData>
        </w:fldChar>
      </w:r>
      <w:bookmarkStart w:id="19" w:name="Text3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9"/>
      <w:r>
        <w:t xml:space="preserve">. V případě změny osoby Zhotovitelem pověřené k vedení stavebního deníku musí být tato skutečnost bezodkladně uvedena ve stavebním deníku. </w:t>
      </w:r>
    </w:p>
    <w:p w:rsidR="003F14F0" w:rsidRPr="0069310B" w:rsidRDefault="003F14F0" w:rsidP="00525363">
      <w:pPr>
        <w:pStyle w:val="Nadpis4"/>
      </w:pPr>
      <w:r w:rsidRPr="0069310B">
        <w:t>Kontrolní dny</w:t>
      </w:r>
    </w:p>
    <w:p w:rsidR="00C61C99" w:rsidRPr="00225EF3" w:rsidRDefault="00C61C99" w:rsidP="00872B9D">
      <w:pPr>
        <w:pStyle w:val="Zkladntextodsazen2-odrky"/>
      </w:pPr>
      <w:r w:rsidRPr="00BE1CE9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Pr="00BE1CE9">
        <w:rPr>
          <w:rStyle w:val="Siln"/>
          <w:b w:val="0"/>
        </w:rPr>
        <w:t xml:space="preserve">Kontrolní dny budou probíhat </w:t>
      </w:r>
      <w:r w:rsidRPr="00225EF3">
        <w:t>minimálně 1x za týd</w:t>
      </w:r>
      <w:r>
        <w:t>en</w:t>
      </w:r>
      <w:r w:rsidRPr="00225EF3">
        <w:t>.</w:t>
      </w:r>
    </w:p>
    <w:p w:rsidR="00C61C99" w:rsidRDefault="00C61C99" w:rsidP="00872B9D">
      <w:pPr>
        <w:pStyle w:val="Zkladntextodsazen2-odrky"/>
      </w:pPr>
      <w:r>
        <w:t>Zhotovitel ručí za kvalitu a termín prací prováděných poddodavateli.</w:t>
      </w:r>
    </w:p>
    <w:p w:rsidR="00C61C99" w:rsidRDefault="00C61C99" w:rsidP="00872B9D">
      <w:pPr>
        <w:pStyle w:val="Zkladntextodsazen2-odrky"/>
      </w:pPr>
      <w:r>
        <w:t>Zhotovitel prohlašuje, že pro uskutečnění dodávky je uvažováno vždy a zásadně s výrobky řádné a objednavatelem požadované kvality. Zhotovitel je povinen průběžně při fakturaci a před zabudováním materiálu předkládat objednateli příslušné atesty na materiály a zařízení (i za své poddodavatele).</w:t>
      </w:r>
    </w:p>
    <w:p w:rsidR="00C61C99" w:rsidRDefault="00C61C99" w:rsidP="00872B9D">
      <w:pPr>
        <w:pStyle w:val="Zkladntextodsazen2-odrky"/>
      </w:pPr>
      <w:r>
        <w:t>Výkon činnosti odborného dozoru zastupujícího objednatele v žádném případě nesnímá povinnosti a odpovědnosti odborných pracovníků zhotovitele v souvislosti s prováděním díla, ani odpovědnost dalších osob zhotovitele za technickou dodavatelskou úplnost, za kvalitu prací a dodržení technologických postupů.</w:t>
      </w:r>
    </w:p>
    <w:p w:rsidR="003F14F0" w:rsidRDefault="003F14F0" w:rsidP="00525363">
      <w:pPr>
        <w:pStyle w:val="Nadpis1"/>
      </w:pPr>
      <w:r>
        <w:t xml:space="preserve">Provádění díla a bezpečnost práce </w:t>
      </w:r>
    </w:p>
    <w:p w:rsidR="00C61C99" w:rsidRPr="00E3370F" w:rsidRDefault="00C61C99" w:rsidP="00872B9D">
      <w:pPr>
        <w:pStyle w:val="Zkladntextodsazen2-odrky"/>
      </w:pPr>
      <w:r w:rsidRPr="00E3370F">
        <w:t>Zhotovitel se zavazuje provést dílo s odbornou péčí, v rozsahu a kvalitě podle této smlouvy a</w:t>
      </w:r>
      <w:r>
        <w:t> </w:t>
      </w:r>
      <w:r w:rsidRPr="00E3370F">
        <w:t>v dohodnuté době plnění. Dále se zhotovitel zavazuje opatřit vše, co je zapotřebí k provedení díla podle této smlouvy.</w:t>
      </w:r>
    </w:p>
    <w:p w:rsidR="00C61C99" w:rsidRDefault="00C61C99" w:rsidP="00872B9D">
      <w:pPr>
        <w:pStyle w:val="Zkladntextodsazen2-odrky"/>
      </w:pPr>
      <w:r>
        <w:t xml:space="preserve">Zhotovitel se zavazuje provést dílo pod svým osobním vedením. </w:t>
      </w:r>
    </w:p>
    <w:p w:rsidR="00C61C99" w:rsidRDefault="00C61C99" w:rsidP="00872B9D">
      <w:pPr>
        <w:pStyle w:val="Zkladntextodsazen2-odrky"/>
      </w:pPr>
      <w:r>
        <w:t>Při provádění díla postupuje zhotovitel samostatně, zavazuje se však respektovat příkazy objednatele upozorňující na možné porušování jeho povinností.</w:t>
      </w:r>
    </w:p>
    <w:p w:rsidR="00C61C99" w:rsidRDefault="00C61C99" w:rsidP="00872B9D">
      <w:pPr>
        <w:pStyle w:val="Zkladntextodsazen2-odrky"/>
      </w:pPr>
      <w:r w:rsidRPr="006E408A">
        <w:t xml:space="preserve">Zhotovitel je povinen zajistit a financovat veškeré </w:t>
      </w:r>
      <w:r>
        <w:t>pod</w:t>
      </w:r>
      <w:r w:rsidRPr="006E408A">
        <w:t xml:space="preserve">dodavatelské práce a nese za ně </w:t>
      </w:r>
      <w:r>
        <w:t>záruku v plném rozsahu dle s</w:t>
      </w:r>
      <w:r w:rsidRPr="006E408A">
        <w:t>mlouvy. Zhotovite</w:t>
      </w:r>
      <w:r>
        <w:t>l je povinen na písemnou výzvu o</w:t>
      </w:r>
      <w:r w:rsidRPr="006E408A">
        <w:t xml:space="preserve">bjednatele předložit </w:t>
      </w:r>
      <w:r>
        <w:t>o</w:t>
      </w:r>
      <w:r w:rsidRPr="006E408A">
        <w:t xml:space="preserve">bjednateli kdykoli v průběhu provádění díla písemný seznam všech svých </w:t>
      </w:r>
      <w:r>
        <w:t>pod</w:t>
      </w:r>
      <w:r w:rsidRPr="006E408A">
        <w:t>dodavatelů. Zhotovitel není oprávněn pověřit provedením díla ani jeho části jinou osobu, než uvedl v</w:t>
      </w:r>
      <w:r>
        <w:t> </w:t>
      </w:r>
      <w:r w:rsidRPr="006E408A">
        <w:t>n</w:t>
      </w:r>
      <w:r>
        <w:t>abídce, bez písemného souhlasu o</w:t>
      </w:r>
      <w:r w:rsidRPr="006E408A">
        <w:t xml:space="preserve">bjednatele. Pro případ změny </w:t>
      </w:r>
      <w:r>
        <w:t>pod</w:t>
      </w:r>
      <w:r w:rsidRPr="006E408A">
        <w:t>d</w:t>
      </w:r>
      <w:r>
        <w:t>odavatele uvedeného v nabídce, z</w:t>
      </w:r>
      <w:r w:rsidRPr="006E408A">
        <w:t xml:space="preserve">hotovitel písemně požádá o změnu </w:t>
      </w:r>
      <w:r>
        <w:t>pod</w:t>
      </w:r>
      <w:r w:rsidRPr="006E408A">
        <w:t>dodavatel</w:t>
      </w:r>
      <w:r>
        <w:t>e. Na změnu poddodavatele má z</w:t>
      </w:r>
      <w:r w:rsidRPr="006E408A">
        <w:t>hotovitel nárok</w:t>
      </w:r>
      <w:r>
        <w:t xml:space="preserve"> pouze ve výjimečném případě se souhlasem objednatele. Nový poddodavatel musí splňovat kvalifikaci minimálně v rozsahu, v jakém byla prokázána v zadávacím řízení</w:t>
      </w:r>
    </w:p>
    <w:p w:rsidR="00C61C99" w:rsidRDefault="00C61C99" w:rsidP="00872B9D">
      <w:pPr>
        <w:pStyle w:val="Zkladntextodsazen2-odrky"/>
      </w:pPr>
      <w:r>
        <w:lastRenderedPageBreak/>
        <w:t>Zhotovitel je povinen bez zbytečného odkladu upozornit objednatele na nevhodnou povahu věcí převzatých od objednatele nebo příkazů daných mu objednatelem, jestliže zhotovitel mohl tuto nevhodnost  zjistit při vynaložení potřebné péče.</w:t>
      </w:r>
    </w:p>
    <w:p w:rsidR="00C61C99" w:rsidRDefault="00C61C99" w:rsidP="00872B9D">
      <w:pPr>
        <w:pStyle w:val="Zkladntextodsazen2-odrky"/>
      </w:pPr>
      <w:r>
        <w:t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a doporučených metodik, vč. technologických předpisů výrobců a dodavatelů.</w:t>
      </w:r>
    </w:p>
    <w:p w:rsidR="00C61C99" w:rsidRDefault="00C61C99" w:rsidP="00872B9D">
      <w:pPr>
        <w:pStyle w:val="Zkladntextodsazen2-odrky"/>
      </w:pPr>
      <w:r>
        <w:t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a nebo finančně nahradit. Veškeré náklady s tím spojené nese zhotovitel.</w:t>
      </w:r>
    </w:p>
    <w:p w:rsidR="00C61C99" w:rsidRDefault="00C61C99" w:rsidP="00872B9D">
      <w:pPr>
        <w:pStyle w:val="Zkladntextodsazen2-odrky"/>
      </w:pPr>
      <w:r>
        <w:t>Zhotovitel odpovídá i za škodu způsobenou činností těch, kteří pro něj dílo provádějí.</w:t>
      </w:r>
    </w:p>
    <w:p w:rsidR="00C61C99" w:rsidRDefault="00C61C99" w:rsidP="00872B9D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C61C99" w:rsidRDefault="00C61C99" w:rsidP="00872B9D">
      <w:pPr>
        <w:pStyle w:val="Zkladntextodsazen2-odrky"/>
      </w:pPr>
      <w:r w:rsidRPr="0081425B">
        <w:t>Při kontrole konstrukcí, které budou zakryty, vyzve zhotovitel objednatele písemně prokazatelně 3</w:t>
      </w:r>
      <w:r>
        <w:t> </w:t>
      </w:r>
      <w:r w:rsidRPr="0081425B">
        <w:t>pracovní dny před zakrytím konstrukcí k fyzické prohlídce provedených prací. Po prohlídce těchto konstrukcí a po písemném odsouhlasení jejich řádného provedení objednatelem mohou být konstrukce zakryty.</w:t>
      </w:r>
      <w:r>
        <w:t xml:space="preserve"> Zhotovitel odpovídá za škodu způsobenou porušením této povinnosti a je povinen, pokud o to objednatel požádá, objednateli kontrolu dodatečně na své náklady umožnit.</w:t>
      </w:r>
    </w:p>
    <w:p w:rsidR="003F14F0" w:rsidRDefault="003F14F0" w:rsidP="00525363">
      <w:pPr>
        <w:pStyle w:val="Nadpis1"/>
      </w:pPr>
      <w:r>
        <w:t>Předání a převzetí díla</w:t>
      </w:r>
    </w:p>
    <w:p w:rsidR="003F14F0" w:rsidRPr="0069310B" w:rsidRDefault="003F14F0" w:rsidP="0036313A">
      <w:pPr>
        <w:pStyle w:val="Nadpis2"/>
        <w:tabs>
          <w:tab w:val="clear" w:pos="1222"/>
          <w:tab w:val="num" w:pos="851"/>
        </w:tabs>
      </w:pPr>
      <w:r w:rsidRPr="0069310B">
        <w:t>Organizace předání díla</w:t>
      </w:r>
    </w:p>
    <w:p w:rsidR="00C61C99" w:rsidRDefault="00C61C99" w:rsidP="00872B9D">
      <w:pPr>
        <w:pStyle w:val="Zkladntextodsazen2-odrky"/>
      </w:pPr>
      <w:r>
        <w:t>Zhotovitel je povinen písemně oznámit objednateli nejpozději 5 dnů předem termín, kdy bude dílo připraveno k jeho předání a převzetí.</w:t>
      </w:r>
    </w:p>
    <w:p w:rsidR="00C61C99" w:rsidRDefault="00C61C99" w:rsidP="00872B9D">
      <w:pPr>
        <w:pStyle w:val="Zkladntextodsazen2-odrky"/>
      </w:pPr>
      <w:r>
        <w:t>Objednatel je pak povinen do 3 dnů od navrženého termínu zahájit přejímací řízení. Objednatel převezme dílo v místě svého sídla.</w:t>
      </w:r>
    </w:p>
    <w:p w:rsidR="00C61C99" w:rsidRDefault="00C61C99" w:rsidP="00872B9D">
      <w:pPr>
        <w:pStyle w:val="Zkladntextodsazen2-odrky"/>
      </w:pPr>
      <w:r>
        <w:t>O průběhu přejímacího řízení pořídí zhotovitel protokol o předání a převzetí díla.</w:t>
      </w:r>
    </w:p>
    <w:p w:rsidR="00C61C99" w:rsidRDefault="00C61C99" w:rsidP="00872B9D">
      <w:pPr>
        <w:pStyle w:val="Zkladntextodsazen2-odrky"/>
      </w:pPr>
      <w:r>
        <w:t>Pokud dílo obsahuje vady a nedodělky (tzv. výhrady), musí být součástí protokolu soupis vad a nedodělků vč. dohody o způsobu a termínech odstranění, popřípadě o jiném způsobu narovnání.</w:t>
      </w:r>
    </w:p>
    <w:p w:rsidR="00C61C99" w:rsidRDefault="00C61C99" w:rsidP="00872B9D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C61C99" w:rsidRDefault="00C61C99" w:rsidP="00872B9D">
      <w:pPr>
        <w:pStyle w:val="Zkladntextodsazen2-odrky"/>
      </w:pPr>
      <w:r>
        <w:t>Objednatel má ve vážném a odůvodněném případu právo při předání a převzetí díla požadovat provedení dalších dodatečných zkoušek na náklady zhotovitele vč. uvedení termínu, do kdy je požaduje provést. Zhotovitel je povinen výsledek těchto zkoušek zachytit v zápisu a tento zápis předat objednateli. Tento požadavek však není důvodem k odmítnutí převzetí díla.</w:t>
      </w:r>
    </w:p>
    <w:p w:rsidR="00C61C99" w:rsidRDefault="00C61C99" w:rsidP="00872B9D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C61C99" w:rsidRDefault="00C61C99" w:rsidP="00C61C99">
      <w:pPr>
        <w:pStyle w:val="Zkladntextodsazen2"/>
      </w:pPr>
      <w:r>
        <w:t>-</w:t>
      </w:r>
      <w:r>
        <w:tab/>
        <w:t xml:space="preserve">Doklad o zajištění likvidace odpadů dle zákona č. </w:t>
      </w:r>
      <w:r w:rsidR="00B57B34">
        <w:t>541/2020 Sb.</w:t>
      </w:r>
      <w:r>
        <w:t xml:space="preserve">, ve znění pozdějších předpisů. </w:t>
      </w:r>
    </w:p>
    <w:p w:rsidR="00C61C99" w:rsidRDefault="00C61C99" w:rsidP="00C61C99">
      <w:pPr>
        <w:pStyle w:val="Zkladntextodsazen2"/>
      </w:pPr>
      <w:r>
        <w:t>-</w:t>
      </w:r>
      <w:r>
        <w:tab/>
        <w:t>Doklad – zvláštní oprávnění stavbyvedoucího dle §160 stavebního zákona (autorizace na pozemní stavby).</w:t>
      </w:r>
    </w:p>
    <w:p w:rsidR="00C61C99" w:rsidRDefault="00C61C99" w:rsidP="00C61C99">
      <w:pPr>
        <w:pStyle w:val="Zkladntextodsazen2"/>
      </w:pPr>
      <w:r>
        <w:t>-</w:t>
      </w:r>
      <w:r>
        <w:tab/>
        <w:t>Výsledky provedenýc</w:t>
      </w:r>
      <w:r w:rsidR="00B57B34">
        <w:t>h zkoušek (dle příslušných TKP) vs odborné zkoušky</w:t>
      </w:r>
      <w:r w:rsidR="0006181C">
        <w:t xml:space="preserve"> výtahu s vydáním prohlášení o shodě k provozuschopnosti zařízení.</w:t>
      </w:r>
    </w:p>
    <w:p w:rsidR="00C61C99" w:rsidRDefault="00C61C99" w:rsidP="00C61C99">
      <w:pPr>
        <w:pStyle w:val="Zkladntextodsazen2"/>
      </w:pPr>
      <w:r>
        <w:t>-</w:t>
      </w:r>
      <w:r>
        <w:tab/>
        <w:t>Závazná stanoviska dotčených orgánů k vydání kolaudačního souhlasu stavby.</w:t>
      </w:r>
    </w:p>
    <w:p w:rsidR="00C61C99" w:rsidRDefault="00C61C99" w:rsidP="00C61C99">
      <w:pPr>
        <w:pStyle w:val="Zkladntextodsazen2"/>
      </w:pPr>
      <w:r>
        <w:t>-</w:t>
      </w:r>
      <w:r>
        <w:tab/>
        <w:t>Osvědčení a protokoly o provedených zkouškách (tlakových, revizních a provozních).</w:t>
      </w:r>
    </w:p>
    <w:p w:rsidR="00C61C99" w:rsidRDefault="00C61C99" w:rsidP="00C61C99">
      <w:pPr>
        <w:pStyle w:val="Zkladntextodsazen2"/>
      </w:pPr>
      <w:r>
        <w:t>-</w:t>
      </w:r>
      <w:r>
        <w:tab/>
        <w:t>Seznam strojů a zařízení, které jsou součástí díla, jejich pasporty, záruční listy, návody k obsluze a údržbě v českém jazyku.</w:t>
      </w:r>
    </w:p>
    <w:p w:rsidR="00C61C99" w:rsidRDefault="00C61C99" w:rsidP="00C61C99">
      <w:pPr>
        <w:pStyle w:val="Zkladntextodsazen2"/>
      </w:pPr>
      <w:r>
        <w:t>-</w:t>
      </w:r>
      <w:r>
        <w:tab/>
        <w:t>Originál stavebního nebo montážního deníku.</w:t>
      </w:r>
    </w:p>
    <w:p w:rsidR="00C61C99" w:rsidRDefault="00C61C99" w:rsidP="00C61C99">
      <w:pPr>
        <w:pStyle w:val="Zkladntextodsazen2"/>
      </w:pPr>
      <w:r>
        <w:t>-</w:t>
      </w:r>
      <w:r>
        <w:tab/>
        <w:t>Osvědčení o shodě vlastností zabudovaných materiálů a výrobků s technickými požadavky na ně kladenými nebo ujištění dle zákona č. 22/1997 Sb., ve znění pozdějších předpisů.</w:t>
      </w:r>
    </w:p>
    <w:p w:rsidR="00C61C99" w:rsidRDefault="00C61C99" w:rsidP="00C61C99">
      <w:pPr>
        <w:pStyle w:val="Zkladntextodsazen2"/>
      </w:pPr>
      <w:r>
        <w:t>-</w:t>
      </w:r>
      <w:r>
        <w:tab/>
        <w:t>Zápisy o provedení a kontrole zakrývaných konstrukcí.</w:t>
      </w:r>
    </w:p>
    <w:p w:rsidR="00C61C99" w:rsidRPr="00F3393B" w:rsidRDefault="00C61C99" w:rsidP="00C61C99">
      <w:pPr>
        <w:pStyle w:val="Zkladntextodsazen2"/>
      </w:pPr>
      <w:r>
        <w:t xml:space="preserve">-  </w:t>
      </w:r>
      <w:r w:rsidRPr="00F3393B">
        <w:t>Fotodokumentaci pořízenou při realizaci stavby, především konstrukcí před zakrytím.</w:t>
      </w:r>
    </w:p>
    <w:p w:rsidR="00C61C99" w:rsidRDefault="00C61C99" w:rsidP="00C61C99">
      <w:pPr>
        <w:pStyle w:val="Zkladntextodsazen2"/>
      </w:pPr>
      <w:r>
        <w:t>-</w:t>
      </w:r>
      <w:r>
        <w:tab/>
        <w:t xml:space="preserve">Osvědčení o jakosti stavebních dílů, další doklady, které bude objednatel požadovat po zhotoviteli k vydání kolaudačního souhlasu v souladu s ustanovením stavebního zákona, a o </w:t>
      </w:r>
      <w:r>
        <w:lastRenderedPageBreak/>
        <w:t>které písemně požádá ve stavebním deníku nejméně 14 dnů před zahájením přejímacího řízení.</w:t>
      </w:r>
    </w:p>
    <w:p w:rsidR="00C61C99" w:rsidRDefault="00C61C99" w:rsidP="00C61C99">
      <w:pPr>
        <w:pStyle w:val="Zkladntextodsazen2"/>
      </w:pPr>
      <w:r>
        <w:t>-</w:t>
      </w:r>
      <w:r>
        <w:tab/>
        <w:t>Záruční listy na dodané materiály a zařízení poskytnuté jiným výrobcem.</w:t>
      </w:r>
    </w:p>
    <w:p w:rsidR="003F14F0" w:rsidRPr="003C0E72" w:rsidRDefault="003F14F0" w:rsidP="00525363">
      <w:pPr>
        <w:pStyle w:val="Nadpis1"/>
      </w:pPr>
      <w:r w:rsidRPr="003C0E72">
        <w:t>Záruka za jakost díla</w:t>
      </w:r>
    </w:p>
    <w:p w:rsidR="00C61C99" w:rsidRDefault="00C61C99" w:rsidP="00872B9D">
      <w:pPr>
        <w:pStyle w:val="Zkladntextodsazen2-odrky"/>
      </w:pPr>
      <w:r>
        <w:t xml:space="preserve">Zhotovitel poskytuje na provedené dílo záruku za jakost </w:t>
      </w:r>
      <w:r>
        <w:rPr>
          <w:rStyle w:val="cena"/>
        </w:rPr>
        <w:t xml:space="preserve">60 měsíců </w:t>
      </w:r>
      <w:r>
        <w:t>od písemného předání a převzetí díla objednateli. V případě odstoupení od smlouvy začíná záruční doba plynout okamžikem doručení oznámení o odstoupení od smlouvy.</w:t>
      </w:r>
    </w:p>
    <w:p w:rsidR="00C61C99" w:rsidRDefault="00C61C99" w:rsidP="00872B9D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 technickými normami, které se na provádění vztahují.</w:t>
      </w:r>
    </w:p>
    <w:p w:rsidR="00C61C99" w:rsidRDefault="00C61C99" w:rsidP="00872B9D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 vady, za něž zhotovitel odpovídá ze zákona.</w:t>
      </w:r>
    </w:p>
    <w:p w:rsidR="00C61C99" w:rsidRDefault="00C61C99" w:rsidP="00872B9D">
      <w:pPr>
        <w:pStyle w:val="Zkladntextodsazen2-odrky"/>
      </w:pPr>
      <w:r>
        <w:t>Záruční doba neběží po dobu, po kterou objednatel nemohl předmět díla užívat pro vady díla, za které zhotovitel odpovídá.</w:t>
      </w:r>
    </w:p>
    <w:p w:rsidR="00C61C99" w:rsidRDefault="00C61C99" w:rsidP="00872B9D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3F14F0" w:rsidRPr="0069310B" w:rsidRDefault="003F14F0" w:rsidP="0036313A">
      <w:pPr>
        <w:pStyle w:val="Nadpis2"/>
        <w:tabs>
          <w:tab w:val="clear" w:pos="1222"/>
          <w:tab w:val="clear" w:pos="1985"/>
          <w:tab w:val="left" w:pos="993"/>
        </w:tabs>
      </w:pPr>
      <w:r w:rsidRPr="0069310B">
        <w:t>Způsob reklamace vad</w:t>
      </w:r>
    </w:p>
    <w:p w:rsidR="00C61C99" w:rsidRDefault="00C61C99" w:rsidP="00872B9D">
      <w:pPr>
        <w:pStyle w:val="Zkladntextodsazen2-odrky"/>
      </w:pPr>
      <w:r>
        <w:t>Objeví-li se v průběhu záruční doby vady, může objednatel:</w:t>
      </w:r>
    </w:p>
    <w:p w:rsidR="00C61C99" w:rsidRDefault="00C61C99" w:rsidP="00C61C99">
      <w:pPr>
        <w:pStyle w:val="Zkladntextodsazen2"/>
      </w:pPr>
      <w:r>
        <w:t>-</w:t>
      </w:r>
      <w:r>
        <w:tab/>
        <w:t xml:space="preserve">požadovat odstranění vad dodáním nové věci bez vady nebo dodáním chybějící věci </w:t>
      </w:r>
    </w:p>
    <w:p w:rsidR="00C61C99" w:rsidRDefault="00C61C99" w:rsidP="00C61C99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C61C99" w:rsidRDefault="00C61C99" w:rsidP="00C61C99">
      <w:pPr>
        <w:pStyle w:val="Zkladntextodsazen2"/>
      </w:pPr>
      <w:r>
        <w:t xml:space="preserve">- </w:t>
      </w:r>
      <w:r>
        <w:tab/>
        <w:t>požadovat přiměřenou slevu z ceny díla (např. uplatní se v případě odstranění vad třetí osobou namísto zhotovitele, neopravitelných vad nebo vad, jež nebyly odstraněny v dohodnuté lhůtě, popř. zhotovitel oznámí, že vadu neopraví)</w:t>
      </w:r>
      <w:r>
        <w:tab/>
      </w:r>
    </w:p>
    <w:p w:rsidR="00C61C99" w:rsidRDefault="00C61C99" w:rsidP="00C61C99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>
        <w:tab/>
        <w:t xml:space="preserve"> </w:t>
      </w:r>
    </w:p>
    <w:p w:rsidR="00C61C99" w:rsidRDefault="00C61C99" w:rsidP="00872B9D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 Při oznámení vady musí objednatel uvést, jaký nárok z vady uplatňuje (např. sleva z ceny, odstranění vady atd.). Při nepodstatném porušení smlouvy může objednatel uplatnit nárok dle druhé a třetí odrážky.</w:t>
      </w:r>
    </w:p>
    <w:p w:rsidR="00C61C99" w:rsidRDefault="00C61C99" w:rsidP="00872B9D">
      <w:pPr>
        <w:pStyle w:val="Zkladntextodsazen2-odrky"/>
      </w:pPr>
      <w:r>
        <w:t>Reklamace musí být doručena zhotoviteli na adresu zhotovitele uvedenou v této smlouvě. Za doručení se považuje forma doporučeného dopisu, doručení faxem nebo elektronickou poštou.</w:t>
      </w:r>
    </w:p>
    <w:p w:rsidR="00C61C99" w:rsidRDefault="00C61C99" w:rsidP="00872B9D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:rsidR="00C61C99" w:rsidRDefault="00C61C99" w:rsidP="00872B9D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3F14F0" w:rsidRPr="0069310B" w:rsidRDefault="003F14F0" w:rsidP="0036313A">
      <w:pPr>
        <w:pStyle w:val="Nadpis2"/>
        <w:tabs>
          <w:tab w:val="clear" w:pos="1985"/>
          <w:tab w:val="left" w:pos="993"/>
        </w:tabs>
      </w:pPr>
      <w:r w:rsidRPr="0069310B">
        <w:t xml:space="preserve">Podmínky odstranění reklamovaných vad </w:t>
      </w:r>
    </w:p>
    <w:p w:rsidR="00A90328" w:rsidRDefault="00A90328" w:rsidP="00872B9D">
      <w:pPr>
        <w:pStyle w:val="Zkladntextodsazen2-odrky"/>
      </w:pPr>
      <w:r>
        <w:t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neuznává. Vady odstraní do 10 dnů ode dne nastoupení k odstranění vad, pokud to bude technicky možné, jinak sjedná s objednatelem závazný termín na jejich odstranění.</w:t>
      </w:r>
    </w:p>
    <w:p w:rsidR="00A90328" w:rsidRDefault="00A90328" w:rsidP="00872B9D">
      <w:pPr>
        <w:pStyle w:val="Zkladntextodsazen2-odrky"/>
      </w:pPr>
      <w:r>
        <w:t>Jestliže objednatel v reklamaci výslovně písemně uvede, že se jedná o havárii, je zhotovitel povinen vady odstranit nejpozději do 24 hodin od obdržení reklamace.</w:t>
      </w:r>
    </w:p>
    <w:p w:rsidR="00A90328" w:rsidRDefault="00A90328" w:rsidP="00872B9D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3F14F0" w:rsidRDefault="003F14F0" w:rsidP="00525363">
      <w:pPr>
        <w:pStyle w:val="Nadpis1"/>
      </w:pPr>
      <w:r>
        <w:t>Vlastnictví díla a nebezpečí škody na díle</w:t>
      </w:r>
    </w:p>
    <w:p w:rsidR="002F33D2" w:rsidRPr="00C80032" w:rsidRDefault="002F33D2" w:rsidP="00872B9D">
      <w:pPr>
        <w:pStyle w:val="Zkladntextodsazen2-odrky"/>
      </w:pPr>
      <w:r>
        <w:t xml:space="preserve">Objednatel je v souladu s § 2599 odst.1 občanského zákoníku vlastníkem stavby.  </w:t>
      </w:r>
    </w:p>
    <w:p w:rsidR="00C80032" w:rsidRPr="00C80032" w:rsidRDefault="002F33D2" w:rsidP="00872B9D">
      <w:pPr>
        <w:pStyle w:val="Zkladntextodsazen2-odrky"/>
      </w:pPr>
      <w:r>
        <w:lastRenderedPageBreak/>
        <w:t xml:space="preserve">Zhotovitel nese nebezpečí škody na díle až do doby protokolárního předání a převzetí díla objednatelem. Zhotovitel nese nebezpečí škody (ztráty) na veškerých materiálech, hmotách a zařízeních), které používá a použije k provedení díla. To neplatí v případech, kdy zhotovitel prokáže, že škoda vznikla v příčinné souvislosti s porušením povinnosti </w:t>
      </w:r>
      <w:r w:rsidRPr="00202529">
        <w:t>objednatele nebo třetí osoby.</w:t>
      </w:r>
    </w:p>
    <w:p w:rsidR="003F14F0" w:rsidRDefault="003F14F0" w:rsidP="00525363">
      <w:pPr>
        <w:pStyle w:val="Nadpis1"/>
      </w:pPr>
      <w:r>
        <w:t>Pojištění díla</w:t>
      </w:r>
    </w:p>
    <w:p w:rsidR="00A90328" w:rsidRDefault="00A90328" w:rsidP="00872B9D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>
        <w:t xml:space="preserve"> </w:t>
      </w:r>
      <w:r w:rsidRPr="008C0EA7">
        <w:t>a proti zahrnutí díla do majetkové podstaty, a to až do výše ceny díla</w:t>
      </w:r>
      <w:r>
        <w:t>. Doklady o pojištění je povinen předložit objednateli před podpisem smlouvy o dílo. Zhotovitel se zavazuje udržovat toto pojištění v platnosti po celou dobu realizace díla a poskytnuté záruky na dílo. Porušení této povinnosti je považováno za podstatné porušení této smlouvy s právem objednatele od ní odstoupit.</w:t>
      </w:r>
    </w:p>
    <w:p w:rsidR="00A90328" w:rsidRDefault="00A90328" w:rsidP="00872B9D">
      <w:pPr>
        <w:pStyle w:val="Zkladntextodsazen2-odrky"/>
      </w:pPr>
      <w:r>
        <w:t>Náklady na pojištění nese zhotovitel.</w:t>
      </w:r>
    </w:p>
    <w:p w:rsidR="003F14F0" w:rsidRDefault="003F14F0" w:rsidP="00525363">
      <w:pPr>
        <w:pStyle w:val="Nadpis1"/>
      </w:pPr>
      <w:r>
        <w:t xml:space="preserve">Vyšší moc </w:t>
      </w:r>
    </w:p>
    <w:p w:rsidR="00A90328" w:rsidRDefault="00A90328" w:rsidP="00872B9D">
      <w:pPr>
        <w:pStyle w:val="Zkladntextodsazen2-odrky"/>
      </w:pPr>
      <w:r>
        <w:t>Za vyšší moc se považují zcela mimořádné nepředvídané okolnosti či jejich podstatná změna, které nejsou závislé na smluvních stranách a které smluvní strany nemohou ovlivnit. Jedná se např. o válku, mobilizaci, povstání, živelné pohromy apod. Tyto okolnosti však nezakládají nárok zhotovitele na zvýšení sjednané ceny za dílo na změnu této smlouvy z důvodu znevýhodnění zhotovitele pro zvlášť hrubý nepoměr stran.</w:t>
      </w:r>
    </w:p>
    <w:p w:rsidR="00872B9D" w:rsidRDefault="00A90328" w:rsidP="00076C97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 a době plnění</w:t>
      </w:r>
      <w:r w:rsidRPr="004C52C5">
        <w:t>.</w:t>
      </w:r>
      <w:r>
        <w:t xml:space="preserve"> Pokud nedojde k dohodě, má strana, která se důvodně odvolala na vyšší moc, právo odstoupit od smlouvy. V případě odstoupení od smlouvy běží záruční doby k rozpracované části díla ode dne doručení oznámení o odstoupení od smlouvy druhé smluvní straně.</w:t>
      </w:r>
    </w:p>
    <w:p w:rsidR="003F14F0" w:rsidRPr="00AA4873" w:rsidRDefault="003F14F0" w:rsidP="00525363">
      <w:pPr>
        <w:pStyle w:val="Nadpis1"/>
      </w:pPr>
      <w:r w:rsidRPr="00AA4873">
        <w:t>Ukončení smlouvy</w:t>
      </w:r>
    </w:p>
    <w:p w:rsidR="00A90328" w:rsidRPr="00753B65" w:rsidRDefault="00A90328" w:rsidP="00872B9D">
      <w:pPr>
        <w:pStyle w:val="Zkladntextodsazen2-odrky"/>
      </w:pPr>
      <w:r w:rsidRPr="00753B65">
        <w:t>Objednatel má právo odstoupit od této smlouvy mimo zákonné důvody i v případě, že:</w:t>
      </w:r>
    </w:p>
    <w:p w:rsidR="00A90328" w:rsidRPr="00753B65" w:rsidRDefault="00A90328" w:rsidP="00A90328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 xml:space="preserve">zhotovitel řádně a včas neplní své povinnosti vyplývající z této smlouvy. Za porušení povinností se považuje také nerespektování příkazů objednatele; </w:t>
      </w:r>
    </w:p>
    <w:p w:rsidR="00A90328" w:rsidRPr="00753B65" w:rsidRDefault="00A90328" w:rsidP="00A90328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>zhotovitel nepřistoupí na změnu této smlouvy v důsledku uplatnění práva objednatele na vyčlenění některých prací nebo dodávek z předmětu smlouvy.</w:t>
      </w:r>
    </w:p>
    <w:p w:rsidR="00872B9D" w:rsidRPr="00753B65" w:rsidRDefault="00A90328" w:rsidP="00076C97">
      <w:pPr>
        <w:pStyle w:val="Zkladntextodsazen2-odrky"/>
      </w:pPr>
      <w:r w:rsidRPr="00753B65">
        <w:t>Poruší-li některá ze stran tuto smlouvu podstatným způsobem, může druhá strana bez zbytečného odkladu od této smlouvy odstoupit</w:t>
      </w:r>
      <w:r>
        <w:t>.</w:t>
      </w:r>
    </w:p>
    <w:p w:rsidR="003F14F0" w:rsidRDefault="003F14F0" w:rsidP="00525363">
      <w:pPr>
        <w:pStyle w:val="Nadpis1"/>
      </w:pPr>
      <w:r>
        <w:t>Ostatní ujednání</w:t>
      </w:r>
    </w:p>
    <w:p w:rsidR="004E0024" w:rsidRDefault="004E0024" w:rsidP="00872B9D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Pr="00585B54">
        <w:t xml:space="preserve"> </w:t>
      </w:r>
      <w:r>
        <w:t>Změny smlouvy se sjednávají jako číslovaný dodatek ke smlouvě.</w:t>
      </w:r>
    </w:p>
    <w:p w:rsidR="004E0024" w:rsidRDefault="004E0024" w:rsidP="00872B9D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:rsidR="004E0024" w:rsidRDefault="004E0024" w:rsidP="00872B9D">
      <w:pPr>
        <w:pStyle w:val="Zkladntextodsazen2-odrky"/>
      </w:pPr>
      <w:r>
        <w:t>Smluvní</w:t>
      </w:r>
      <w:r>
        <w:rPr>
          <w:rStyle w:val="Siln"/>
          <w:b w:val="0"/>
          <w:bCs w:val="0"/>
        </w:rPr>
        <w:t xml:space="preserve"> strany výslovně souhlasí s tím, že tato smlouva může být bez jakéhokoliv omezení zveřejněna na oficiálních internetových stránkách města Uherský Brod </w:t>
      </w:r>
      <w:r>
        <w:rPr>
          <w:rStyle w:val="Siln"/>
        </w:rPr>
        <w:t>(</w:t>
      </w:r>
      <w:hyperlink r:id="rId10" w:tooltip="http://www.ub.cz/" w:history="1">
        <w:r>
          <w:rPr>
            <w:rStyle w:val="Hypertextovodkaz"/>
          </w:rPr>
          <w:t>www.ub.cz</w:t>
        </w:r>
      </w:hyperlink>
      <w:r>
        <w:rPr>
          <w:rStyle w:val="Siln"/>
        </w:rPr>
        <w:t xml:space="preserve"> nebo </w:t>
      </w:r>
      <w:hyperlink r:id="rId11" w:tooltip="http://www.uherskybrod.cz/" w:history="1">
        <w:r>
          <w:rPr>
            <w:rStyle w:val="Hypertextovodkaz"/>
          </w:rPr>
          <w:t>www.uherskybrod.cz</w:t>
        </w:r>
      </w:hyperlink>
      <w:r>
        <w:rPr>
          <w:rStyle w:val="Siln"/>
          <w:b w:val="0"/>
          <w:bCs w:val="0"/>
        </w:rPr>
        <w:t xml:space="preserve">). Souhlas se zveřejněním se týká i případných osobních údajů uvedených v této smlouvě, kdy je tento odstavec smluvními stranami považován za souhlas se zpracováním osobních údajů ve smyslu  </w:t>
      </w:r>
      <w:r>
        <w:t>Nařízení</w:t>
      </w:r>
      <w:r>
        <w:rPr>
          <w:b/>
          <w:bCs/>
        </w:rPr>
        <w:t xml:space="preserve"> </w:t>
      </w:r>
      <w:r>
        <w:t xml:space="preserve">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 zpracování </w:t>
      </w:r>
      <w:r>
        <w:lastRenderedPageBreak/>
        <w:t>osobních údajů</w:t>
      </w:r>
      <w:r>
        <w:rPr>
          <w:b/>
          <w:bCs/>
        </w:rPr>
        <w:t>,</w:t>
      </w:r>
      <w:r>
        <w:rPr>
          <w:rStyle w:val="Siln"/>
          <w:b w:val="0"/>
          <w:bCs w:val="0"/>
        </w:rPr>
        <w:t>  a tedy město Uherský Brod má mimo jiné právo uchovávat a zveřejňovat osobní údaje v této smlouvě obsažené.</w:t>
      </w:r>
    </w:p>
    <w:p w:rsidR="004E0024" w:rsidRDefault="004E0024" w:rsidP="00872B9D">
      <w:pPr>
        <w:pStyle w:val="Zkladntextodsazen2-odrky"/>
        <w:rPr>
          <w:color w:val="1F497D"/>
        </w:rPr>
      </w:pPr>
      <w:r>
        <w:t>Smluvní strany se dohodly, že pokud se Objednatel ocitne v pozici ručitele dle § 109 Zákon o DPH (dále jen ZoDPH), je Objednatel oprávněn uhradit DPH přímo správci daně Zhotovitele; zaplacení DPH na účet správce</w:t>
      </w:r>
      <w:r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>
        <w:rPr>
          <w:color w:val="1F497D"/>
        </w:rPr>
        <w:t xml:space="preserve"> </w:t>
      </w:r>
      <w:r>
        <w:t xml:space="preserve">zbytečného odkladu poskytnout Objednateli veškerou </w:t>
      </w:r>
      <w:r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4E0024" w:rsidRDefault="004E0024" w:rsidP="00872B9D">
      <w:pPr>
        <w:pStyle w:val="Zkladntextodsazen2-odrky"/>
      </w:pPr>
      <w:r>
        <w:t>Přílohou a nedílnou součástí smlouvy je nabídkový položkový rozpočet</w:t>
      </w:r>
    </w:p>
    <w:p w:rsidR="004E0024" w:rsidRDefault="004E0024" w:rsidP="00872B9D">
      <w:pPr>
        <w:pStyle w:val="Zkladntextodsazen2-odrky"/>
      </w:pPr>
      <w:r>
        <w:t>Smlouva je vyhotovena v 4 rovnocenných stejnopisech, z nichž zhotovitel obdrží 2 výtisky a objednatel 2 výtisky.</w:t>
      </w:r>
    </w:p>
    <w:p w:rsidR="004E0024" w:rsidRPr="00487EC4" w:rsidRDefault="004E0024" w:rsidP="00872B9D">
      <w:pPr>
        <w:pStyle w:val="Zkladntextodsazen2-odrky"/>
      </w:pPr>
      <w:r w:rsidRPr="00487EC4">
        <w:t>Smluvní strany prohlašují, že smlouva neobsahuje žádné obchodní tajemství.</w:t>
      </w:r>
    </w:p>
    <w:p w:rsidR="004E0024" w:rsidRPr="00487EC4" w:rsidRDefault="004E0024" w:rsidP="00872B9D">
      <w:pPr>
        <w:pStyle w:val="Zkladntextodsazen2-odrky"/>
      </w:pPr>
      <w:r w:rsidRPr="00487EC4">
        <w:t>Tato smlouva bude zveřejněna v registru smluv podle zákona č. 340/2015 Sb., o zvláštních podmínkách účinnosti některých smluv, uveřejňování těchto smluv a o registru smluv (zákon o registru smluv).</w:t>
      </w:r>
    </w:p>
    <w:p w:rsidR="004E0024" w:rsidRPr="00487EC4" w:rsidRDefault="004E0024" w:rsidP="00872B9D">
      <w:pPr>
        <w:pStyle w:val="Zkladntextodsazen2-odrky"/>
      </w:pPr>
      <w:r w:rsidRPr="00487EC4">
        <w:t xml:space="preserve">Město Uherský Brod zašle tuto smlouvu správci registru smluv k uveřejnění bez zbytečného </w:t>
      </w:r>
      <w:r>
        <w:t>od</w:t>
      </w:r>
      <w:r w:rsidRPr="00487EC4">
        <w:t>kladu, nejpozději však do 30 dnů ode dne uzavření smlouvy.</w:t>
      </w:r>
    </w:p>
    <w:p w:rsidR="00AB5FA4" w:rsidRDefault="004E0024" w:rsidP="00872B9D">
      <w:pPr>
        <w:pStyle w:val="Zkladntextodsazen2-odrky"/>
      </w:pPr>
      <w:r w:rsidRPr="00487EC4">
        <w:t>Smlouva je platná dnem jejího podpisu a účinná dnem jejího uveřejnění v registru smluv.</w:t>
      </w:r>
    </w:p>
    <w:p w:rsidR="003F14F0" w:rsidRDefault="003F14F0" w:rsidP="00525363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3F14F0" w:rsidTr="00244A53">
        <w:trPr>
          <w:trHeight w:val="168"/>
        </w:trPr>
        <w:tc>
          <w:tcPr>
            <w:tcW w:w="9211" w:type="dxa"/>
          </w:tcPr>
          <w:p w:rsidR="003F14F0" w:rsidRDefault="003F14F0" w:rsidP="00525363">
            <w:pPr>
              <w:pStyle w:val="Zkladntext"/>
            </w:pPr>
            <w:r>
              <w:t>Doložka dle § 41 z.</w:t>
            </w:r>
            <w:r w:rsidR="009A2F9E">
              <w:t xml:space="preserve"> </w:t>
            </w:r>
            <w:r>
              <w:t>č. 128/2000 Sb., o  obcích (obecní zřízení)</w:t>
            </w:r>
          </w:p>
        </w:tc>
      </w:tr>
      <w:tr w:rsidR="003F14F0" w:rsidTr="00244A53">
        <w:tc>
          <w:tcPr>
            <w:tcW w:w="9211" w:type="dxa"/>
          </w:tcPr>
          <w:p w:rsidR="003F14F0" w:rsidRDefault="003F14F0" w:rsidP="00525363">
            <w:r>
              <w:t>Schváleno orgánem obce:</w:t>
            </w:r>
            <w:r>
              <w:tab/>
              <w:t>Rada města Uherský Brod</w:t>
            </w:r>
          </w:p>
        </w:tc>
      </w:tr>
      <w:tr w:rsidR="003F14F0" w:rsidTr="00244A53">
        <w:trPr>
          <w:trHeight w:val="455"/>
        </w:trPr>
        <w:tc>
          <w:tcPr>
            <w:tcW w:w="9211" w:type="dxa"/>
          </w:tcPr>
          <w:p w:rsidR="003F14F0" w:rsidRDefault="00335B2B" w:rsidP="00525363">
            <w:r>
              <w:tab/>
            </w:r>
            <w:r>
              <w:tab/>
            </w:r>
            <w:r>
              <w:tab/>
            </w:r>
            <w:r w:rsidR="003F14F0">
              <w:t>xx. schůze konaná dne xxxx</w:t>
            </w:r>
          </w:p>
          <w:p w:rsidR="003F14F0" w:rsidRDefault="003F14F0" w:rsidP="00525363">
            <w:r>
              <w:t xml:space="preserve">                </w:t>
            </w:r>
            <w:r w:rsidR="00335B2B">
              <w:t xml:space="preserve">                           </w:t>
            </w:r>
            <w:r w:rsidR="003D1617">
              <w:t xml:space="preserve">  </w:t>
            </w:r>
            <w:r>
              <w:t xml:space="preserve">č. usnesení  </w:t>
            </w:r>
            <w:r w:rsidRPr="00BE1CE9">
              <w:t>xxxx</w:t>
            </w:r>
            <w:r w:rsidR="004E0024">
              <w:t>/Rxx/25</w:t>
            </w:r>
          </w:p>
        </w:tc>
      </w:tr>
    </w:tbl>
    <w:p w:rsidR="00C63D7D" w:rsidRDefault="00C63D7D" w:rsidP="00C63D7D">
      <w:pPr>
        <w:pStyle w:val="podpisysmlouva"/>
        <w:ind w:left="0"/>
      </w:pPr>
    </w:p>
    <w:p w:rsidR="00C63D7D" w:rsidRDefault="00C63D7D" w:rsidP="00C63D7D">
      <w:pPr>
        <w:pStyle w:val="podpisysmlouva"/>
        <w:ind w:left="0"/>
      </w:pPr>
    </w:p>
    <w:p w:rsidR="003F14F0" w:rsidRDefault="003F14F0" w:rsidP="00525363">
      <w:pPr>
        <w:pStyle w:val="podpisysmlouva"/>
      </w:pPr>
      <w:r>
        <w:tab/>
      </w:r>
      <w:bookmarkStart w:id="20" w:name="Text22"/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0"/>
      <w:r>
        <w:tab/>
        <w:t xml:space="preserve">Uherský Brod, dne </w:t>
      </w:r>
    </w:p>
    <w:p w:rsidR="003F14F0" w:rsidRDefault="003F14F0" w:rsidP="00525363">
      <w:pPr>
        <w:pStyle w:val="podpisysmlouva"/>
      </w:pPr>
    </w:p>
    <w:p w:rsidR="003F14F0" w:rsidRDefault="003F14F0" w:rsidP="00525363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3F14F0" w:rsidRDefault="003F14F0" w:rsidP="00525363">
      <w:pPr>
        <w:pStyle w:val="podpisysmlouva"/>
      </w:pPr>
    </w:p>
    <w:p w:rsidR="00E07EBE" w:rsidRDefault="00E07EBE" w:rsidP="00525363">
      <w:pPr>
        <w:pStyle w:val="podpisysmlouva"/>
      </w:pPr>
    </w:p>
    <w:p w:rsidR="00C80032" w:rsidRDefault="00C80032" w:rsidP="00525363">
      <w:pPr>
        <w:pStyle w:val="podpisysmlouva"/>
      </w:pPr>
    </w:p>
    <w:p w:rsidR="00C80032" w:rsidRDefault="00C80032" w:rsidP="00525363">
      <w:pPr>
        <w:pStyle w:val="podpisysmlouva"/>
      </w:pPr>
    </w:p>
    <w:p w:rsidR="003F14F0" w:rsidRDefault="003F14F0" w:rsidP="00E07EBE">
      <w:pPr>
        <w:pStyle w:val="podpisysmlouva"/>
        <w:ind w:left="0"/>
      </w:pPr>
    </w:p>
    <w:p w:rsidR="003F14F0" w:rsidRDefault="00C91EF0" w:rsidP="00222A5C">
      <w:pPr>
        <w:pStyle w:val="podpisysmlouva"/>
        <w:tabs>
          <w:tab w:val="clear" w:pos="1985"/>
          <w:tab w:val="clear" w:pos="7371"/>
        </w:tabs>
      </w:pPr>
      <w:bookmarkStart w:id="21" w:name="Text23"/>
      <w:r>
        <w:t xml:space="preserve">    </w:t>
      </w:r>
      <w:r w:rsidR="00222A5C">
        <w:tab/>
      </w:r>
      <w:r w:rsidR="00222A5C">
        <w:tab/>
      </w:r>
      <w:r w:rsidR="003F14F0" w:rsidRPr="00AB63CA">
        <w:fldChar w:fldCharType="begin">
          <w:ffData>
            <w:name w:val="Text23"/>
            <w:enabled/>
            <w:calcOnExit w:val="0"/>
            <w:textInput/>
          </w:ffData>
        </w:fldChar>
      </w:r>
      <w:r w:rsidR="003F14F0" w:rsidRPr="00AB63CA">
        <w:instrText xml:space="preserve"> FORMTEXT </w:instrText>
      </w:r>
      <w:r w:rsidR="003F14F0" w:rsidRPr="00AB63CA">
        <w:fldChar w:fldCharType="separate"/>
      </w:r>
      <w:r w:rsidR="003F14F0" w:rsidRPr="00AB63CA">
        <w:t> </w:t>
      </w:r>
      <w:r w:rsidR="00222A5C">
        <w:t xml:space="preserve"> 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fldChar w:fldCharType="end"/>
      </w:r>
      <w:bookmarkEnd w:id="21"/>
      <w:r w:rsidR="003F14F0" w:rsidRPr="00AB63CA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3F14F0">
        <w:t xml:space="preserve">Ing. </w:t>
      </w:r>
      <w:r w:rsidR="004E0024">
        <w:t>Miroslav Polášek</w:t>
      </w:r>
    </w:p>
    <w:p w:rsidR="00391276" w:rsidRDefault="00222A5C" w:rsidP="00222A5C">
      <w:pPr>
        <w:tabs>
          <w:tab w:val="clear" w:pos="1985"/>
        </w:tabs>
      </w:pPr>
      <w:bookmarkStart w:id="22" w:name="Text24"/>
      <w:r>
        <w:tab/>
      </w:r>
      <w:r>
        <w:tab/>
      </w:r>
      <w:r w:rsidR="003F14F0">
        <w:fldChar w:fldCharType="begin">
          <w:ffData>
            <w:name w:val="Text24"/>
            <w:enabled/>
            <w:calcOnExit w:val="0"/>
            <w:textInput/>
          </w:ffData>
        </w:fldChar>
      </w:r>
      <w:r w:rsidR="003F14F0">
        <w:instrText xml:space="preserve"> FORMTEXT </w:instrText>
      </w:r>
      <w:r w:rsidR="003F14F0">
        <w:fldChar w:fldCharType="separate"/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fldChar w:fldCharType="end"/>
      </w:r>
      <w:bookmarkEnd w:id="22"/>
      <w:r w:rsidR="003F14F0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F022C">
        <w:t xml:space="preserve">       </w:t>
      </w:r>
      <w:r w:rsidR="0013634B">
        <w:t>místostarosta</w:t>
      </w:r>
    </w:p>
    <w:sectPr w:rsidR="00391276" w:rsidSect="00C8003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1135" w:right="1417" w:bottom="1134" w:left="1417" w:header="708" w:footer="49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07A" w:rsidRDefault="0023307A" w:rsidP="00525363">
      <w:r>
        <w:separator/>
      </w:r>
    </w:p>
    <w:p w:rsidR="0023307A" w:rsidRDefault="0023307A" w:rsidP="00525363"/>
    <w:p w:rsidR="0023307A" w:rsidRDefault="0023307A" w:rsidP="00525363"/>
    <w:p w:rsidR="0023307A" w:rsidRDefault="0023307A" w:rsidP="00525363"/>
    <w:p w:rsidR="0023307A" w:rsidRDefault="0023307A" w:rsidP="00525363"/>
    <w:p w:rsidR="0023307A" w:rsidRDefault="0023307A" w:rsidP="00525363"/>
    <w:p w:rsidR="0023307A" w:rsidRDefault="0023307A" w:rsidP="00525363"/>
    <w:p w:rsidR="0023307A" w:rsidRDefault="0023307A" w:rsidP="00525363"/>
    <w:p w:rsidR="0023307A" w:rsidRDefault="0023307A"/>
    <w:p w:rsidR="0023307A" w:rsidRDefault="0023307A"/>
    <w:p w:rsidR="0023307A" w:rsidRDefault="0023307A"/>
    <w:p w:rsidR="0023307A" w:rsidRDefault="0023307A"/>
    <w:p w:rsidR="0023307A" w:rsidRDefault="0023307A"/>
    <w:p w:rsidR="0023307A" w:rsidRDefault="0023307A"/>
    <w:p w:rsidR="0023307A" w:rsidRDefault="0023307A"/>
    <w:p w:rsidR="0023307A" w:rsidRDefault="0023307A" w:rsidP="00FA25B5"/>
    <w:p w:rsidR="0023307A" w:rsidRDefault="0023307A" w:rsidP="00FA25B5"/>
    <w:p w:rsidR="0023307A" w:rsidRDefault="0023307A"/>
    <w:p w:rsidR="0023307A" w:rsidRDefault="0023307A"/>
    <w:p w:rsidR="0023307A" w:rsidRDefault="0023307A"/>
    <w:p w:rsidR="0023307A" w:rsidRDefault="0023307A" w:rsidP="00943E03"/>
    <w:p w:rsidR="0023307A" w:rsidRDefault="0023307A"/>
    <w:p w:rsidR="0023307A" w:rsidRDefault="0023307A"/>
    <w:p w:rsidR="0023307A" w:rsidRDefault="0023307A"/>
    <w:p w:rsidR="0023307A" w:rsidRDefault="0023307A" w:rsidP="00251DA1"/>
  </w:endnote>
  <w:endnote w:type="continuationSeparator" w:id="0">
    <w:p w:rsidR="0023307A" w:rsidRDefault="0023307A" w:rsidP="00525363">
      <w:r>
        <w:continuationSeparator/>
      </w:r>
    </w:p>
    <w:p w:rsidR="0023307A" w:rsidRDefault="0023307A" w:rsidP="00525363"/>
    <w:p w:rsidR="0023307A" w:rsidRDefault="0023307A" w:rsidP="00525363"/>
    <w:p w:rsidR="0023307A" w:rsidRDefault="0023307A" w:rsidP="00525363"/>
    <w:p w:rsidR="0023307A" w:rsidRDefault="0023307A" w:rsidP="00525363"/>
    <w:p w:rsidR="0023307A" w:rsidRDefault="0023307A" w:rsidP="00525363"/>
    <w:p w:rsidR="0023307A" w:rsidRDefault="0023307A" w:rsidP="00525363"/>
    <w:p w:rsidR="0023307A" w:rsidRDefault="0023307A" w:rsidP="00525363"/>
    <w:p w:rsidR="0023307A" w:rsidRDefault="0023307A"/>
    <w:p w:rsidR="0023307A" w:rsidRDefault="0023307A"/>
    <w:p w:rsidR="0023307A" w:rsidRDefault="0023307A"/>
    <w:p w:rsidR="0023307A" w:rsidRDefault="0023307A"/>
    <w:p w:rsidR="0023307A" w:rsidRDefault="0023307A"/>
    <w:p w:rsidR="0023307A" w:rsidRDefault="0023307A"/>
    <w:p w:rsidR="0023307A" w:rsidRDefault="0023307A"/>
    <w:p w:rsidR="0023307A" w:rsidRDefault="0023307A" w:rsidP="00FA25B5"/>
    <w:p w:rsidR="0023307A" w:rsidRDefault="0023307A" w:rsidP="00FA25B5"/>
    <w:p w:rsidR="0023307A" w:rsidRDefault="0023307A"/>
    <w:p w:rsidR="0023307A" w:rsidRDefault="0023307A"/>
    <w:p w:rsidR="0023307A" w:rsidRDefault="0023307A"/>
    <w:p w:rsidR="0023307A" w:rsidRDefault="0023307A" w:rsidP="00943E03"/>
    <w:p w:rsidR="0023307A" w:rsidRDefault="0023307A"/>
    <w:p w:rsidR="0023307A" w:rsidRDefault="0023307A"/>
    <w:p w:rsidR="0023307A" w:rsidRDefault="0023307A"/>
    <w:p w:rsidR="0023307A" w:rsidRDefault="0023307A" w:rsidP="00251D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07A" w:rsidRDefault="0023307A" w:rsidP="00525363">
    <w:pPr>
      <w:pStyle w:val="Zpat"/>
    </w:pPr>
  </w:p>
  <w:p w:rsidR="0023307A" w:rsidRDefault="0023307A" w:rsidP="00525363"/>
  <w:p w:rsidR="0023307A" w:rsidRDefault="0023307A" w:rsidP="00525363"/>
  <w:p w:rsidR="0023307A" w:rsidRDefault="0023307A" w:rsidP="00525363"/>
  <w:p w:rsidR="0023307A" w:rsidRDefault="0023307A" w:rsidP="00525363"/>
  <w:p w:rsidR="0023307A" w:rsidRDefault="0023307A" w:rsidP="00525363"/>
  <w:p w:rsidR="0023307A" w:rsidRDefault="0023307A" w:rsidP="00525363"/>
  <w:p w:rsidR="0023307A" w:rsidRDefault="0023307A" w:rsidP="00525363"/>
  <w:p w:rsidR="0023307A" w:rsidRDefault="0023307A"/>
  <w:p w:rsidR="0023307A" w:rsidRDefault="0023307A"/>
  <w:p w:rsidR="0023307A" w:rsidRDefault="0023307A"/>
  <w:p w:rsidR="0023307A" w:rsidRDefault="0023307A"/>
  <w:p w:rsidR="0023307A" w:rsidRDefault="0023307A"/>
  <w:p w:rsidR="0023307A" w:rsidRDefault="0023307A"/>
  <w:p w:rsidR="0023307A" w:rsidRDefault="0023307A"/>
  <w:p w:rsidR="0023307A" w:rsidRDefault="0023307A" w:rsidP="00FA25B5"/>
  <w:p w:rsidR="0023307A" w:rsidRDefault="0023307A" w:rsidP="00FA25B5"/>
  <w:p w:rsidR="0023307A" w:rsidRDefault="0023307A"/>
  <w:p w:rsidR="0023307A" w:rsidRDefault="0023307A"/>
  <w:p w:rsidR="0023307A" w:rsidRDefault="0023307A"/>
  <w:p w:rsidR="0023307A" w:rsidRDefault="0023307A" w:rsidP="00943E03"/>
  <w:p w:rsidR="0023307A" w:rsidRDefault="0023307A"/>
  <w:p w:rsidR="0023307A" w:rsidRDefault="0023307A"/>
  <w:p w:rsidR="0023307A" w:rsidRDefault="0023307A"/>
  <w:p w:rsidR="0023307A" w:rsidRDefault="0023307A" w:rsidP="00251DA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07A" w:rsidRDefault="0023307A" w:rsidP="00B6596D">
    <w:pPr>
      <w:pStyle w:val="Zpat"/>
      <w:ind w:left="0"/>
      <w:rPr>
        <w:color w:val="595959" w:themeColor="text1" w:themeTint="A6"/>
        <w:sz w:val="14"/>
        <w:szCs w:val="14"/>
      </w:rPr>
    </w:pPr>
  </w:p>
  <w:p w:rsidR="0023307A" w:rsidRDefault="0023307A" w:rsidP="00525363">
    <w:pPr>
      <w:pStyle w:val="Zpat"/>
      <w:rPr>
        <w:color w:val="595959" w:themeColor="text1" w:themeTint="A6"/>
        <w:sz w:val="14"/>
        <w:szCs w:val="14"/>
      </w:rPr>
    </w:pPr>
  </w:p>
  <w:p w:rsidR="0023307A" w:rsidRPr="00312A9D" w:rsidRDefault="0023307A" w:rsidP="00525363">
    <w:pPr>
      <w:pStyle w:val="Zpat"/>
      <w:rPr>
        <w:rFonts w:cs="Arial"/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NÁVRH SMLOUVY O DÍLO</w:t>
    </w:r>
  </w:p>
  <w:p w:rsidR="0023307A" w:rsidRPr="002F33D2" w:rsidRDefault="00195789" w:rsidP="002F33D2">
    <w:pPr>
      <w:rPr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Rekonstrukce kotelny – Panský dům</w:t>
    </w:r>
    <w:r>
      <w:rPr>
        <w:color w:val="595959" w:themeColor="text1" w:themeTint="A6"/>
        <w:sz w:val="14"/>
        <w:szCs w:val="14"/>
      </w:rPr>
      <w:tab/>
    </w:r>
    <w:r w:rsidR="0023307A">
      <w:rPr>
        <w:color w:val="595959" w:themeColor="text1" w:themeTint="A6"/>
        <w:sz w:val="14"/>
        <w:szCs w:val="14"/>
      </w:rPr>
      <w:tab/>
    </w:r>
    <w:r w:rsidR="0023307A">
      <w:rPr>
        <w:color w:val="595959" w:themeColor="text1" w:themeTint="A6"/>
        <w:sz w:val="14"/>
        <w:szCs w:val="14"/>
      </w:rPr>
      <w:tab/>
    </w:r>
    <w:r w:rsidR="0023307A">
      <w:rPr>
        <w:color w:val="595959" w:themeColor="text1" w:themeTint="A6"/>
        <w:sz w:val="14"/>
        <w:szCs w:val="14"/>
      </w:rPr>
      <w:tab/>
    </w:r>
    <w:r w:rsidR="0023307A">
      <w:rPr>
        <w:color w:val="595959" w:themeColor="text1" w:themeTint="A6"/>
        <w:sz w:val="14"/>
        <w:szCs w:val="14"/>
      </w:rPr>
      <w:tab/>
    </w:r>
    <w:r w:rsidR="0023307A">
      <w:rPr>
        <w:color w:val="595959" w:themeColor="text1" w:themeTint="A6"/>
        <w:sz w:val="14"/>
        <w:szCs w:val="14"/>
      </w:rPr>
      <w:tab/>
    </w:r>
    <w:r w:rsidR="0023307A">
      <w:rPr>
        <w:color w:val="595959" w:themeColor="text1" w:themeTint="A6"/>
        <w:sz w:val="14"/>
        <w:szCs w:val="14"/>
      </w:rPr>
      <w:tab/>
    </w:r>
    <w:r w:rsidR="0023307A">
      <w:rPr>
        <w:color w:val="595959" w:themeColor="text1" w:themeTint="A6"/>
        <w:sz w:val="14"/>
        <w:szCs w:val="14"/>
      </w:rPr>
      <w:tab/>
    </w:r>
    <w:r w:rsidR="0023307A" w:rsidRPr="00F11268">
      <w:rPr>
        <w:bCs/>
        <w:sz w:val="14"/>
        <w:szCs w:val="14"/>
      </w:rPr>
      <w:t>S</w:t>
    </w:r>
    <w:r w:rsidR="0023307A" w:rsidRPr="00F11268">
      <w:rPr>
        <w:sz w:val="14"/>
        <w:szCs w:val="14"/>
      </w:rPr>
      <w:t xml:space="preserve">trana </w:t>
    </w:r>
    <w:r w:rsidR="0023307A" w:rsidRPr="00F11268">
      <w:rPr>
        <w:sz w:val="14"/>
        <w:szCs w:val="14"/>
      </w:rPr>
      <w:fldChar w:fldCharType="begin"/>
    </w:r>
    <w:r w:rsidR="0023307A" w:rsidRPr="00F11268">
      <w:rPr>
        <w:sz w:val="14"/>
        <w:szCs w:val="14"/>
      </w:rPr>
      <w:instrText xml:space="preserve"> PAGE </w:instrText>
    </w:r>
    <w:r w:rsidR="0023307A" w:rsidRPr="00F11268">
      <w:rPr>
        <w:sz w:val="14"/>
        <w:szCs w:val="14"/>
      </w:rPr>
      <w:fldChar w:fldCharType="separate"/>
    </w:r>
    <w:r w:rsidR="00C57365">
      <w:rPr>
        <w:noProof/>
        <w:sz w:val="14"/>
        <w:szCs w:val="14"/>
      </w:rPr>
      <w:t>4</w:t>
    </w:r>
    <w:r w:rsidR="0023307A" w:rsidRPr="00F11268">
      <w:rPr>
        <w:sz w:val="14"/>
        <w:szCs w:val="14"/>
      </w:rPr>
      <w:fldChar w:fldCharType="end"/>
    </w:r>
    <w:r w:rsidR="0023307A" w:rsidRPr="00F11268">
      <w:rPr>
        <w:sz w:val="14"/>
        <w:szCs w:val="14"/>
      </w:rPr>
      <w:t xml:space="preserve"> z </w:t>
    </w:r>
    <w:r w:rsidR="0023307A" w:rsidRPr="00F11268">
      <w:rPr>
        <w:sz w:val="14"/>
        <w:szCs w:val="14"/>
      </w:rPr>
      <w:fldChar w:fldCharType="begin"/>
    </w:r>
    <w:r w:rsidR="0023307A" w:rsidRPr="00F11268">
      <w:rPr>
        <w:sz w:val="14"/>
        <w:szCs w:val="14"/>
      </w:rPr>
      <w:instrText xml:space="preserve"> NUMPAGES </w:instrText>
    </w:r>
    <w:r w:rsidR="0023307A" w:rsidRPr="00F11268">
      <w:rPr>
        <w:sz w:val="14"/>
        <w:szCs w:val="14"/>
      </w:rPr>
      <w:fldChar w:fldCharType="separate"/>
    </w:r>
    <w:r w:rsidR="00C57365">
      <w:rPr>
        <w:noProof/>
        <w:sz w:val="14"/>
        <w:szCs w:val="14"/>
      </w:rPr>
      <w:t>12</w:t>
    </w:r>
    <w:r w:rsidR="0023307A" w:rsidRPr="00F11268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07A" w:rsidRDefault="0023307A" w:rsidP="00525363">
      <w:r>
        <w:separator/>
      </w:r>
    </w:p>
    <w:p w:rsidR="0023307A" w:rsidRDefault="0023307A" w:rsidP="00525363"/>
    <w:p w:rsidR="0023307A" w:rsidRDefault="0023307A" w:rsidP="00525363"/>
    <w:p w:rsidR="0023307A" w:rsidRDefault="0023307A" w:rsidP="00525363"/>
    <w:p w:rsidR="0023307A" w:rsidRDefault="0023307A" w:rsidP="00525363"/>
    <w:p w:rsidR="0023307A" w:rsidRDefault="0023307A" w:rsidP="00525363"/>
    <w:p w:rsidR="0023307A" w:rsidRDefault="0023307A" w:rsidP="00525363"/>
    <w:p w:rsidR="0023307A" w:rsidRDefault="0023307A" w:rsidP="00525363"/>
    <w:p w:rsidR="0023307A" w:rsidRDefault="0023307A"/>
    <w:p w:rsidR="0023307A" w:rsidRDefault="0023307A"/>
    <w:p w:rsidR="0023307A" w:rsidRDefault="0023307A"/>
    <w:p w:rsidR="0023307A" w:rsidRDefault="0023307A"/>
    <w:p w:rsidR="0023307A" w:rsidRDefault="0023307A"/>
    <w:p w:rsidR="0023307A" w:rsidRDefault="0023307A"/>
    <w:p w:rsidR="0023307A" w:rsidRDefault="0023307A"/>
    <w:p w:rsidR="0023307A" w:rsidRDefault="0023307A" w:rsidP="00FA25B5"/>
    <w:p w:rsidR="0023307A" w:rsidRDefault="0023307A" w:rsidP="00FA25B5"/>
    <w:p w:rsidR="0023307A" w:rsidRDefault="0023307A"/>
    <w:p w:rsidR="0023307A" w:rsidRDefault="0023307A"/>
    <w:p w:rsidR="0023307A" w:rsidRDefault="0023307A"/>
    <w:p w:rsidR="0023307A" w:rsidRDefault="0023307A" w:rsidP="00943E03"/>
    <w:p w:rsidR="0023307A" w:rsidRDefault="0023307A"/>
    <w:p w:rsidR="0023307A" w:rsidRDefault="0023307A"/>
    <w:p w:rsidR="0023307A" w:rsidRDefault="0023307A"/>
    <w:p w:rsidR="0023307A" w:rsidRDefault="0023307A" w:rsidP="00251DA1"/>
  </w:footnote>
  <w:footnote w:type="continuationSeparator" w:id="0">
    <w:p w:rsidR="0023307A" w:rsidRDefault="0023307A" w:rsidP="00525363">
      <w:r>
        <w:continuationSeparator/>
      </w:r>
    </w:p>
    <w:p w:rsidR="0023307A" w:rsidRDefault="0023307A" w:rsidP="00525363"/>
    <w:p w:rsidR="0023307A" w:rsidRDefault="0023307A" w:rsidP="00525363"/>
    <w:p w:rsidR="0023307A" w:rsidRDefault="0023307A" w:rsidP="00525363"/>
    <w:p w:rsidR="0023307A" w:rsidRDefault="0023307A" w:rsidP="00525363"/>
    <w:p w:rsidR="0023307A" w:rsidRDefault="0023307A" w:rsidP="00525363"/>
    <w:p w:rsidR="0023307A" w:rsidRDefault="0023307A" w:rsidP="00525363"/>
    <w:p w:rsidR="0023307A" w:rsidRDefault="0023307A" w:rsidP="00525363"/>
    <w:p w:rsidR="0023307A" w:rsidRDefault="0023307A"/>
    <w:p w:rsidR="0023307A" w:rsidRDefault="0023307A"/>
    <w:p w:rsidR="0023307A" w:rsidRDefault="0023307A"/>
    <w:p w:rsidR="0023307A" w:rsidRDefault="0023307A"/>
    <w:p w:rsidR="0023307A" w:rsidRDefault="0023307A"/>
    <w:p w:rsidR="0023307A" w:rsidRDefault="0023307A"/>
    <w:p w:rsidR="0023307A" w:rsidRDefault="0023307A"/>
    <w:p w:rsidR="0023307A" w:rsidRDefault="0023307A" w:rsidP="00FA25B5"/>
    <w:p w:rsidR="0023307A" w:rsidRDefault="0023307A" w:rsidP="00FA25B5"/>
    <w:p w:rsidR="0023307A" w:rsidRDefault="0023307A"/>
    <w:p w:rsidR="0023307A" w:rsidRDefault="0023307A"/>
    <w:p w:rsidR="0023307A" w:rsidRDefault="0023307A"/>
    <w:p w:rsidR="0023307A" w:rsidRDefault="0023307A" w:rsidP="00943E03"/>
    <w:p w:rsidR="0023307A" w:rsidRDefault="0023307A"/>
    <w:p w:rsidR="0023307A" w:rsidRDefault="0023307A"/>
    <w:p w:rsidR="0023307A" w:rsidRDefault="0023307A"/>
    <w:p w:rsidR="0023307A" w:rsidRDefault="0023307A" w:rsidP="00251DA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07A" w:rsidRDefault="0023307A" w:rsidP="00525363">
    <w:pPr>
      <w:pStyle w:val="Zhlav"/>
    </w:pPr>
  </w:p>
  <w:p w:rsidR="0023307A" w:rsidRDefault="0023307A" w:rsidP="00525363"/>
  <w:p w:rsidR="0023307A" w:rsidRDefault="0023307A" w:rsidP="00525363"/>
  <w:p w:rsidR="0023307A" w:rsidRDefault="0023307A" w:rsidP="00525363"/>
  <w:p w:rsidR="0023307A" w:rsidRDefault="0023307A" w:rsidP="00525363"/>
  <w:p w:rsidR="0023307A" w:rsidRDefault="0023307A" w:rsidP="00525363"/>
  <w:p w:rsidR="0023307A" w:rsidRDefault="0023307A" w:rsidP="00525363"/>
  <w:p w:rsidR="0023307A" w:rsidRDefault="0023307A" w:rsidP="00525363"/>
  <w:p w:rsidR="0023307A" w:rsidRDefault="0023307A"/>
  <w:p w:rsidR="0023307A" w:rsidRDefault="0023307A"/>
  <w:p w:rsidR="0023307A" w:rsidRDefault="0023307A"/>
  <w:p w:rsidR="0023307A" w:rsidRDefault="0023307A"/>
  <w:p w:rsidR="0023307A" w:rsidRDefault="0023307A"/>
  <w:p w:rsidR="0023307A" w:rsidRDefault="0023307A"/>
  <w:p w:rsidR="0023307A" w:rsidRDefault="0023307A"/>
  <w:p w:rsidR="0023307A" w:rsidRDefault="0023307A" w:rsidP="00FA25B5"/>
  <w:p w:rsidR="0023307A" w:rsidRDefault="0023307A" w:rsidP="00FA25B5"/>
  <w:p w:rsidR="0023307A" w:rsidRDefault="0023307A"/>
  <w:p w:rsidR="0023307A" w:rsidRDefault="0023307A"/>
  <w:p w:rsidR="0023307A" w:rsidRDefault="0023307A"/>
  <w:p w:rsidR="0023307A" w:rsidRDefault="0023307A" w:rsidP="00943E03"/>
  <w:p w:rsidR="0023307A" w:rsidRDefault="0023307A"/>
  <w:p w:rsidR="0023307A" w:rsidRDefault="0023307A"/>
  <w:p w:rsidR="0023307A" w:rsidRDefault="0023307A"/>
  <w:p w:rsidR="0023307A" w:rsidRDefault="0023307A" w:rsidP="00251DA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07A" w:rsidRDefault="0023307A" w:rsidP="00B6596D">
    <w:pPr>
      <w:ind w:left="0"/>
    </w:pPr>
  </w:p>
  <w:p w:rsidR="0023307A" w:rsidRDefault="0023307A" w:rsidP="00B6596D">
    <w:pPr>
      <w:ind w:left="0"/>
    </w:pPr>
  </w:p>
  <w:p w:rsidR="0023307A" w:rsidRDefault="0023307A" w:rsidP="00B6596D">
    <w:pPr>
      <w:ind w:left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07A" w:rsidRPr="005C179D" w:rsidRDefault="0023307A" w:rsidP="00525363">
    <w:r>
      <w:rPr>
        <w:noProof/>
      </w:rPr>
      <w:drawing>
        <wp:anchor distT="0" distB="0" distL="114300" distR="114300" simplePos="0" relativeHeight="251657216" behindDoc="0" locked="0" layoutInCell="1" allowOverlap="1" wp14:anchorId="1314EF0E" wp14:editId="2523AF00">
          <wp:simplePos x="0" y="0"/>
          <wp:positionH relativeFrom="column">
            <wp:posOffset>37465</wp:posOffset>
          </wp:positionH>
          <wp:positionV relativeFrom="paragraph">
            <wp:posOffset>635</wp:posOffset>
          </wp:positionV>
          <wp:extent cx="2400935" cy="554355"/>
          <wp:effectExtent l="0" t="0" r="0" b="0"/>
          <wp:wrapSquare wrapText="bothSides"/>
          <wp:docPr id="10" name="Obrázek 10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93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3307A" w:rsidRDefault="0023307A" w:rsidP="0052536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5214A"/>
    <w:multiLevelType w:val="multilevel"/>
    <w:tmpl w:val="9BB8730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5004F6"/>
    <w:multiLevelType w:val="hybridMultilevel"/>
    <w:tmpl w:val="5B94C484"/>
    <w:lvl w:ilvl="0" w:tplc="783061F8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17530144"/>
    <w:multiLevelType w:val="hybridMultilevel"/>
    <w:tmpl w:val="C0561762"/>
    <w:lvl w:ilvl="0" w:tplc="5B5C525E">
      <w:start w:val="14"/>
      <w:numFmt w:val="bullet"/>
      <w:pStyle w:val="Zkladntextodsazen2-odrky"/>
      <w:lvlText w:val="-"/>
      <w:lvlJc w:val="left"/>
      <w:pPr>
        <w:tabs>
          <w:tab w:val="num" w:pos="717"/>
        </w:tabs>
        <w:ind w:left="717" w:hanging="360"/>
      </w:pPr>
      <w:rPr>
        <w:rFonts w:ascii="Arial" w:eastAsia="Arial Unicode MS" w:hAnsi="Arial" w:cs="Aria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4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212F3335"/>
    <w:multiLevelType w:val="hybridMultilevel"/>
    <w:tmpl w:val="57BA03E8"/>
    <w:lvl w:ilvl="0" w:tplc="4AFE5D2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270D64E6"/>
    <w:multiLevelType w:val="singleLevel"/>
    <w:tmpl w:val="036CA4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78021DF"/>
    <w:multiLevelType w:val="hybridMultilevel"/>
    <w:tmpl w:val="ED7C5AAA"/>
    <w:lvl w:ilvl="0" w:tplc="783061F8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8" w15:restartNumberingAfterBreak="0">
    <w:nsid w:val="30C82AB3"/>
    <w:multiLevelType w:val="hybridMultilevel"/>
    <w:tmpl w:val="AEAED2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0" w15:restartNumberingAfterBreak="0">
    <w:nsid w:val="418966EB"/>
    <w:multiLevelType w:val="hybridMultilevel"/>
    <w:tmpl w:val="3FD0A13E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1" w15:restartNumberingAfterBreak="0">
    <w:nsid w:val="42950FA9"/>
    <w:multiLevelType w:val="multilevel"/>
    <w:tmpl w:val="D792A0A8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2" w15:restartNumberingAfterBreak="0">
    <w:nsid w:val="45A172C6"/>
    <w:multiLevelType w:val="hybridMultilevel"/>
    <w:tmpl w:val="EBD84F30"/>
    <w:lvl w:ilvl="0" w:tplc="5036B69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5A2275"/>
    <w:multiLevelType w:val="hybridMultilevel"/>
    <w:tmpl w:val="CEB80660"/>
    <w:lvl w:ilvl="0" w:tplc="CD34D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BE7788"/>
    <w:multiLevelType w:val="hybridMultilevel"/>
    <w:tmpl w:val="F528C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0C611D"/>
    <w:multiLevelType w:val="hybridMultilevel"/>
    <w:tmpl w:val="957EABF2"/>
    <w:lvl w:ilvl="0" w:tplc="ED940514">
      <w:start w:val="2"/>
      <w:numFmt w:val="bullet"/>
      <w:lvlText w:val="-"/>
      <w:lvlJc w:val="left"/>
      <w:pPr>
        <w:ind w:left="851" w:hanging="360"/>
      </w:pPr>
      <w:rPr>
        <w:rFonts w:ascii="Arial" w:eastAsia="Arial Unicode MS" w:hAnsi="Arial" w:cs="Arial" w:hint="default"/>
      </w:rPr>
    </w:lvl>
    <w:lvl w:ilvl="1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7" w15:restartNumberingAfterBreak="0">
    <w:nsid w:val="71A65049"/>
    <w:multiLevelType w:val="hybridMultilevel"/>
    <w:tmpl w:val="5436353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14"/>
  </w:num>
  <w:num w:numId="5">
    <w:abstractNumId w:val="15"/>
  </w:num>
  <w:num w:numId="6">
    <w:abstractNumId w:val="13"/>
  </w:num>
  <w:num w:numId="7">
    <w:abstractNumId w:val="17"/>
  </w:num>
  <w:num w:numId="8">
    <w:abstractNumId w:val="8"/>
  </w:num>
  <w:num w:numId="9">
    <w:abstractNumId w:val="1"/>
  </w:num>
  <w:num w:numId="10">
    <w:abstractNumId w:val="7"/>
  </w:num>
  <w:num w:numId="11">
    <w:abstractNumId w:val="10"/>
  </w:num>
  <w:num w:numId="12">
    <w:abstractNumId w:val="5"/>
  </w:num>
  <w:num w:numId="13">
    <w:abstractNumId w:val="12"/>
  </w:num>
  <w:num w:numId="14">
    <w:abstractNumId w:val="11"/>
  </w:num>
  <w:num w:numId="15">
    <w:abstractNumId w:val="11"/>
  </w:num>
  <w:num w:numId="16">
    <w:abstractNumId w:val="0"/>
  </w:num>
  <w:num w:numId="17">
    <w:abstractNumId w:val="16"/>
  </w:num>
  <w:num w:numId="18">
    <w:abstractNumId w:val="2"/>
  </w:num>
  <w:num w:numId="19">
    <w:abstractNumId w:val="3"/>
  </w:num>
  <w:num w:numId="20">
    <w:abstractNumId w:val="11"/>
  </w:num>
  <w:num w:numId="21">
    <w:abstractNumId w:val="11"/>
  </w:num>
  <w:num w:numId="22">
    <w:abstractNumId w:val="11"/>
  </w:num>
  <w:num w:numId="23">
    <w:abstractNumId w:val="2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cumentProtection w:edit="forms" w:enforcement="1" w:cryptProviderType="rsaAES" w:cryptAlgorithmClass="hash" w:cryptAlgorithmType="typeAny" w:cryptAlgorithmSid="14" w:cryptSpinCount="100000" w:hash="qAYIMaaChAeAyM+auJizzYJZsMhQ/V3zx6XHkCXj6gaVOTLNf+Imhdcx2kbu2jEP/9CZyUWVV9KQQZCEYiviXg==" w:salt="04NROTj5pA3wRrmTSN0Tyg=="/>
  <w:defaultTabStop w:val="708"/>
  <w:hyphenationZone w:val="425"/>
  <w:characterSpacingControl w:val="doNotCompress"/>
  <w:hdrShapeDefaults>
    <o:shapedefaults v:ext="edit" spidmax="200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4B0"/>
    <w:rsid w:val="00000AC2"/>
    <w:rsid w:val="00031889"/>
    <w:rsid w:val="00034CF4"/>
    <w:rsid w:val="00035ECC"/>
    <w:rsid w:val="0003688F"/>
    <w:rsid w:val="00040464"/>
    <w:rsid w:val="000405DB"/>
    <w:rsid w:val="00041B5D"/>
    <w:rsid w:val="0004712B"/>
    <w:rsid w:val="0006181C"/>
    <w:rsid w:val="00062DEF"/>
    <w:rsid w:val="0006317A"/>
    <w:rsid w:val="00064FFA"/>
    <w:rsid w:val="00070530"/>
    <w:rsid w:val="0007280F"/>
    <w:rsid w:val="00076C97"/>
    <w:rsid w:val="00077F05"/>
    <w:rsid w:val="00082FF2"/>
    <w:rsid w:val="00084345"/>
    <w:rsid w:val="00086B52"/>
    <w:rsid w:val="00092032"/>
    <w:rsid w:val="00093A82"/>
    <w:rsid w:val="00097781"/>
    <w:rsid w:val="00097E22"/>
    <w:rsid w:val="000A0C33"/>
    <w:rsid w:val="000B42F0"/>
    <w:rsid w:val="000D7404"/>
    <w:rsid w:val="000E23CF"/>
    <w:rsid w:val="000E7FF0"/>
    <w:rsid w:val="000F42A1"/>
    <w:rsid w:val="001054B0"/>
    <w:rsid w:val="001077E0"/>
    <w:rsid w:val="0011619E"/>
    <w:rsid w:val="00127B8F"/>
    <w:rsid w:val="0013634B"/>
    <w:rsid w:val="00136400"/>
    <w:rsid w:val="00136827"/>
    <w:rsid w:val="00140DF8"/>
    <w:rsid w:val="00145FB8"/>
    <w:rsid w:val="00146CE0"/>
    <w:rsid w:val="00195789"/>
    <w:rsid w:val="00196630"/>
    <w:rsid w:val="001A42C9"/>
    <w:rsid w:val="001C085E"/>
    <w:rsid w:val="001C1A8E"/>
    <w:rsid w:val="001E0129"/>
    <w:rsid w:val="001F4B0C"/>
    <w:rsid w:val="001F4F74"/>
    <w:rsid w:val="00212482"/>
    <w:rsid w:val="00222A5C"/>
    <w:rsid w:val="0022444D"/>
    <w:rsid w:val="00225EF3"/>
    <w:rsid w:val="0023307A"/>
    <w:rsid w:val="00237137"/>
    <w:rsid w:val="00237FA7"/>
    <w:rsid w:val="0024276E"/>
    <w:rsid w:val="00244A53"/>
    <w:rsid w:val="0024737C"/>
    <w:rsid w:val="002504AB"/>
    <w:rsid w:val="00251DA1"/>
    <w:rsid w:val="00253A7E"/>
    <w:rsid w:val="002553B3"/>
    <w:rsid w:val="0025617F"/>
    <w:rsid w:val="00272DF4"/>
    <w:rsid w:val="00274B78"/>
    <w:rsid w:val="00283B8B"/>
    <w:rsid w:val="00284235"/>
    <w:rsid w:val="002B43B3"/>
    <w:rsid w:val="002C42FD"/>
    <w:rsid w:val="002C4AAD"/>
    <w:rsid w:val="002D04E8"/>
    <w:rsid w:val="002E0CD0"/>
    <w:rsid w:val="002E2033"/>
    <w:rsid w:val="002F33D2"/>
    <w:rsid w:val="00302FD3"/>
    <w:rsid w:val="00312A9D"/>
    <w:rsid w:val="0031553A"/>
    <w:rsid w:val="0033060D"/>
    <w:rsid w:val="00331362"/>
    <w:rsid w:val="00335B2B"/>
    <w:rsid w:val="003475A1"/>
    <w:rsid w:val="003522B0"/>
    <w:rsid w:val="00361C4F"/>
    <w:rsid w:val="00362F57"/>
    <w:rsid w:val="0036313A"/>
    <w:rsid w:val="003662B7"/>
    <w:rsid w:val="00382D66"/>
    <w:rsid w:val="00391276"/>
    <w:rsid w:val="0039649A"/>
    <w:rsid w:val="003A5FDC"/>
    <w:rsid w:val="003C288D"/>
    <w:rsid w:val="003C72A7"/>
    <w:rsid w:val="003D1617"/>
    <w:rsid w:val="003D336C"/>
    <w:rsid w:val="003D786E"/>
    <w:rsid w:val="003E09CA"/>
    <w:rsid w:val="003E1DA5"/>
    <w:rsid w:val="003F022C"/>
    <w:rsid w:val="003F14F0"/>
    <w:rsid w:val="00401C9A"/>
    <w:rsid w:val="00410A8B"/>
    <w:rsid w:val="00432A9D"/>
    <w:rsid w:val="00460A78"/>
    <w:rsid w:val="004709F4"/>
    <w:rsid w:val="00484F46"/>
    <w:rsid w:val="00494929"/>
    <w:rsid w:val="004B04C8"/>
    <w:rsid w:val="004B2A8A"/>
    <w:rsid w:val="004E0024"/>
    <w:rsid w:val="004E5078"/>
    <w:rsid w:val="004F241D"/>
    <w:rsid w:val="00503CE0"/>
    <w:rsid w:val="00506C57"/>
    <w:rsid w:val="00515F16"/>
    <w:rsid w:val="005173D1"/>
    <w:rsid w:val="0052158B"/>
    <w:rsid w:val="00523B37"/>
    <w:rsid w:val="00525363"/>
    <w:rsid w:val="0052643C"/>
    <w:rsid w:val="00534164"/>
    <w:rsid w:val="005420A4"/>
    <w:rsid w:val="00542D33"/>
    <w:rsid w:val="0056482F"/>
    <w:rsid w:val="00570731"/>
    <w:rsid w:val="005766C0"/>
    <w:rsid w:val="00587153"/>
    <w:rsid w:val="005A4E88"/>
    <w:rsid w:val="005B1CF4"/>
    <w:rsid w:val="005B2656"/>
    <w:rsid w:val="005B50B6"/>
    <w:rsid w:val="005C242B"/>
    <w:rsid w:val="005C48DD"/>
    <w:rsid w:val="005E0DCB"/>
    <w:rsid w:val="005E1BC0"/>
    <w:rsid w:val="005F2614"/>
    <w:rsid w:val="005F5FE6"/>
    <w:rsid w:val="0060151C"/>
    <w:rsid w:val="0060318A"/>
    <w:rsid w:val="00605727"/>
    <w:rsid w:val="00606192"/>
    <w:rsid w:val="00624C39"/>
    <w:rsid w:val="006428B3"/>
    <w:rsid w:val="00644C0F"/>
    <w:rsid w:val="006519CF"/>
    <w:rsid w:val="00653137"/>
    <w:rsid w:val="0065785E"/>
    <w:rsid w:val="006614A6"/>
    <w:rsid w:val="00665717"/>
    <w:rsid w:val="00666135"/>
    <w:rsid w:val="00673FD8"/>
    <w:rsid w:val="0067539C"/>
    <w:rsid w:val="00676853"/>
    <w:rsid w:val="00682687"/>
    <w:rsid w:val="0068707D"/>
    <w:rsid w:val="00687E57"/>
    <w:rsid w:val="00693A25"/>
    <w:rsid w:val="00696A4F"/>
    <w:rsid w:val="006A7FE0"/>
    <w:rsid w:val="006E66A3"/>
    <w:rsid w:val="00704668"/>
    <w:rsid w:val="00715C6B"/>
    <w:rsid w:val="0072355A"/>
    <w:rsid w:val="00743730"/>
    <w:rsid w:val="007505FA"/>
    <w:rsid w:val="00753B65"/>
    <w:rsid w:val="00755561"/>
    <w:rsid w:val="00760CE0"/>
    <w:rsid w:val="00763A90"/>
    <w:rsid w:val="007665FD"/>
    <w:rsid w:val="007666BE"/>
    <w:rsid w:val="00770BAF"/>
    <w:rsid w:val="00776046"/>
    <w:rsid w:val="00785C8C"/>
    <w:rsid w:val="007A54E9"/>
    <w:rsid w:val="007B3A7B"/>
    <w:rsid w:val="007B7DA7"/>
    <w:rsid w:val="007C00F5"/>
    <w:rsid w:val="007D7C9C"/>
    <w:rsid w:val="007E0C50"/>
    <w:rsid w:val="007F25D5"/>
    <w:rsid w:val="007F319E"/>
    <w:rsid w:val="008005FD"/>
    <w:rsid w:val="00815930"/>
    <w:rsid w:val="008279E7"/>
    <w:rsid w:val="00837EA1"/>
    <w:rsid w:val="008451C6"/>
    <w:rsid w:val="00850A0F"/>
    <w:rsid w:val="008534F7"/>
    <w:rsid w:val="00854A00"/>
    <w:rsid w:val="00855734"/>
    <w:rsid w:val="00857BDA"/>
    <w:rsid w:val="00864B3A"/>
    <w:rsid w:val="00870D99"/>
    <w:rsid w:val="00872B9D"/>
    <w:rsid w:val="00875A58"/>
    <w:rsid w:val="00876CF9"/>
    <w:rsid w:val="00883071"/>
    <w:rsid w:val="00883AB8"/>
    <w:rsid w:val="00887B9F"/>
    <w:rsid w:val="00896D8D"/>
    <w:rsid w:val="008B0236"/>
    <w:rsid w:val="008C1832"/>
    <w:rsid w:val="008E14AA"/>
    <w:rsid w:val="00905B99"/>
    <w:rsid w:val="00943E03"/>
    <w:rsid w:val="009455C0"/>
    <w:rsid w:val="0095106B"/>
    <w:rsid w:val="00954693"/>
    <w:rsid w:val="00955461"/>
    <w:rsid w:val="00957D62"/>
    <w:rsid w:val="0098241E"/>
    <w:rsid w:val="009A034E"/>
    <w:rsid w:val="009A2F9E"/>
    <w:rsid w:val="009A55DB"/>
    <w:rsid w:val="009A5733"/>
    <w:rsid w:val="009B62EB"/>
    <w:rsid w:val="009C2442"/>
    <w:rsid w:val="009C3B14"/>
    <w:rsid w:val="009C66F1"/>
    <w:rsid w:val="009D431C"/>
    <w:rsid w:val="009D75AD"/>
    <w:rsid w:val="009E13C6"/>
    <w:rsid w:val="00A223D8"/>
    <w:rsid w:val="00A24AB6"/>
    <w:rsid w:val="00A24F8D"/>
    <w:rsid w:val="00A41114"/>
    <w:rsid w:val="00A47278"/>
    <w:rsid w:val="00A502F7"/>
    <w:rsid w:val="00A564BF"/>
    <w:rsid w:val="00A61AE1"/>
    <w:rsid w:val="00A66E76"/>
    <w:rsid w:val="00A70766"/>
    <w:rsid w:val="00A71B87"/>
    <w:rsid w:val="00A80EB4"/>
    <w:rsid w:val="00A90328"/>
    <w:rsid w:val="00A97652"/>
    <w:rsid w:val="00AA29A5"/>
    <w:rsid w:val="00AB4FC3"/>
    <w:rsid w:val="00AB5585"/>
    <w:rsid w:val="00AB5FA4"/>
    <w:rsid w:val="00AB63CA"/>
    <w:rsid w:val="00AC1841"/>
    <w:rsid w:val="00AC757C"/>
    <w:rsid w:val="00AD2CD4"/>
    <w:rsid w:val="00AD43C7"/>
    <w:rsid w:val="00AE1272"/>
    <w:rsid w:val="00AE57FC"/>
    <w:rsid w:val="00B05077"/>
    <w:rsid w:val="00B06A41"/>
    <w:rsid w:val="00B100E4"/>
    <w:rsid w:val="00B148CF"/>
    <w:rsid w:val="00B167C8"/>
    <w:rsid w:val="00B20C5B"/>
    <w:rsid w:val="00B35D60"/>
    <w:rsid w:val="00B43092"/>
    <w:rsid w:val="00B4326F"/>
    <w:rsid w:val="00B46347"/>
    <w:rsid w:val="00B57B34"/>
    <w:rsid w:val="00B6596D"/>
    <w:rsid w:val="00B73181"/>
    <w:rsid w:val="00B768C5"/>
    <w:rsid w:val="00B77D46"/>
    <w:rsid w:val="00B860D0"/>
    <w:rsid w:val="00B96121"/>
    <w:rsid w:val="00BB1F66"/>
    <w:rsid w:val="00BF1E9C"/>
    <w:rsid w:val="00C03C32"/>
    <w:rsid w:val="00C03D4F"/>
    <w:rsid w:val="00C05140"/>
    <w:rsid w:val="00C23BA6"/>
    <w:rsid w:val="00C374D8"/>
    <w:rsid w:val="00C57365"/>
    <w:rsid w:val="00C61C99"/>
    <w:rsid w:val="00C63D7D"/>
    <w:rsid w:val="00C646F5"/>
    <w:rsid w:val="00C80032"/>
    <w:rsid w:val="00C84F51"/>
    <w:rsid w:val="00C90804"/>
    <w:rsid w:val="00C91EF0"/>
    <w:rsid w:val="00C93FE2"/>
    <w:rsid w:val="00C94434"/>
    <w:rsid w:val="00CB1506"/>
    <w:rsid w:val="00CC2435"/>
    <w:rsid w:val="00CC27A8"/>
    <w:rsid w:val="00CC62E1"/>
    <w:rsid w:val="00CD1840"/>
    <w:rsid w:val="00CE039D"/>
    <w:rsid w:val="00CE5420"/>
    <w:rsid w:val="00CF41C7"/>
    <w:rsid w:val="00CF75F1"/>
    <w:rsid w:val="00D06D4F"/>
    <w:rsid w:val="00D07E93"/>
    <w:rsid w:val="00D20F9F"/>
    <w:rsid w:val="00D36C55"/>
    <w:rsid w:val="00D55A9B"/>
    <w:rsid w:val="00D63B81"/>
    <w:rsid w:val="00D703D3"/>
    <w:rsid w:val="00D70CD0"/>
    <w:rsid w:val="00D7155F"/>
    <w:rsid w:val="00D74105"/>
    <w:rsid w:val="00D747BA"/>
    <w:rsid w:val="00D908A5"/>
    <w:rsid w:val="00D96CFD"/>
    <w:rsid w:val="00DC240D"/>
    <w:rsid w:val="00DC2806"/>
    <w:rsid w:val="00DC607D"/>
    <w:rsid w:val="00DC6F23"/>
    <w:rsid w:val="00DD0646"/>
    <w:rsid w:val="00DD2B60"/>
    <w:rsid w:val="00DD3DD8"/>
    <w:rsid w:val="00DD7772"/>
    <w:rsid w:val="00DE2B69"/>
    <w:rsid w:val="00DE426F"/>
    <w:rsid w:val="00DE4769"/>
    <w:rsid w:val="00E06EEF"/>
    <w:rsid w:val="00E07EBE"/>
    <w:rsid w:val="00E1440B"/>
    <w:rsid w:val="00E220B1"/>
    <w:rsid w:val="00E23908"/>
    <w:rsid w:val="00E24138"/>
    <w:rsid w:val="00E250FA"/>
    <w:rsid w:val="00E277D5"/>
    <w:rsid w:val="00E32550"/>
    <w:rsid w:val="00E32869"/>
    <w:rsid w:val="00E36A64"/>
    <w:rsid w:val="00E4064D"/>
    <w:rsid w:val="00E54AFB"/>
    <w:rsid w:val="00E73B09"/>
    <w:rsid w:val="00E96B28"/>
    <w:rsid w:val="00EA60A8"/>
    <w:rsid w:val="00EB0F45"/>
    <w:rsid w:val="00EC3BE4"/>
    <w:rsid w:val="00EC3CF6"/>
    <w:rsid w:val="00ED3CF6"/>
    <w:rsid w:val="00EE2444"/>
    <w:rsid w:val="00EF26F7"/>
    <w:rsid w:val="00F01398"/>
    <w:rsid w:val="00F0254B"/>
    <w:rsid w:val="00F060D2"/>
    <w:rsid w:val="00F06D35"/>
    <w:rsid w:val="00F073B6"/>
    <w:rsid w:val="00F07AF5"/>
    <w:rsid w:val="00F11268"/>
    <w:rsid w:val="00F13CAB"/>
    <w:rsid w:val="00F159FB"/>
    <w:rsid w:val="00F234DE"/>
    <w:rsid w:val="00F3393B"/>
    <w:rsid w:val="00F351C9"/>
    <w:rsid w:val="00F42E5F"/>
    <w:rsid w:val="00F46590"/>
    <w:rsid w:val="00F6506D"/>
    <w:rsid w:val="00F84CDE"/>
    <w:rsid w:val="00F95148"/>
    <w:rsid w:val="00FA25B5"/>
    <w:rsid w:val="00FA41E7"/>
    <w:rsid w:val="00FC0BAD"/>
    <w:rsid w:val="00FC3EE9"/>
    <w:rsid w:val="00FC3F14"/>
    <w:rsid w:val="00FC5991"/>
    <w:rsid w:val="00FD100C"/>
    <w:rsid w:val="00FD4E01"/>
    <w:rsid w:val="00FD5292"/>
    <w:rsid w:val="00FE38A6"/>
    <w:rsid w:val="00FF47F9"/>
    <w:rsid w:val="00FF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0705"/>
    <o:shapelayout v:ext="edit">
      <o:idmap v:ext="edit" data="1"/>
    </o:shapelayout>
  </w:shapeDefaults>
  <w:decimalSymbol w:val=","/>
  <w:listSeparator w:val=";"/>
  <w15:docId w15:val="{5C519E6E-E12F-43D3-94E5-51B7BB318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525363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F14F0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3F14F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872B9D"/>
    <w:pPr>
      <w:numPr>
        <w:numId w:val="18"/>
      </w:numPr>
      <w:tabs>
        <w:tab w:val="clear" w:pos="1985"/>
        <w:tab w:val="left" w:pos="1072"/>
        <w:tab w:val="left" w:pos="2041"/>
      </w:tabs>
      <w:ind w:left="567" w:hanging="210"/>
    </w:p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uiPriority w:val="22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  <w:style w:type="paragraph" w:customStyle="1" w:styleId="xmsonormal">
    <w:name w:val="x_msonormal"/>
    <w:basedOn w:val="Normln"/>
    <w:rsid w:val="009C66F1"/>
    <w:pPr>
      <w:tabs>
        <w:tab w:val="clear" w:pos="1985"/>
      </w:tabs>
      <w:ind w:left="0"/>
      <w:jc w:val="left"/>
    </w:pPr>
    <w:rPr>
      <w:rFonts w:eastAsiaTheme="minorHAnsi" w:cs="Arial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F33D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2F33D2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py.cz/zakladni?source=base&amp;id=1722894&amp;x=17.6475462&amp;y=49.0254948&amp;z=19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herskybrod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ub.cz" TargetMode="External"/><Relationship Id="rId4" Type="http://schemas.openxmlformats.org/officeDocument/2006/relationships/settings" Target="settings.xml"/><Relationship Id="rId9" Type="http://schemas.openxmlformats.org/officeDocument/2006/relationships/hyperlink" Target="podatelna@ub.cz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F1240-DB33-4EB9-BA1D-6C39B9B92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CD1F7BAB</Template>
  <TotalTime>1689</TotalTime>
  <Pages>12</Pages>
  <Words>5752</Words>
  <Characters>33937</Characters>
  <Application>Microsoft Office Word</Application>
  <DocSecurity>0</DocSecurity>
  <Lines>282</Lines>
  <Paragraphs>79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Šmídová Hana</dc:creator>
  <cp:lastModifiedBy>Manda Libor, DiS.</cp:lastModifiedBy>
  <cp:revision>107</cp:revision>
  <cp:lastPrinted>2021-01-05T12:18:00Z</cp:lastPrinted>
  <dcterms:created xsi:type="dcterms:W3CDTF">2018-03-07T15:51:00Z</dcterms:created>
  <dcterms:modified xsi:type="dcterms:W3CDTF">2025-05-20T07:40:00Z</dcterms:modified>
</cp:coreProperties>
</file>